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5529"/>
      </w:tblGrid>
      <w:tr w:rsidR="00C3031A">
        <w:tc>
          <w:tcPr>
            <w:tcW w:w="4785" w:type="dxa"/>
          </w:tcPr>
          <w:p w:rsidR="00C3031A" w:rsidRPr="008E3C90" w:rsidRDefault="00C3031A" w:rsidP="00834F32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529" w:type="dxa"/>
          </w:tcPr>
          <w:p w:rsidR="00385250" w:rsidRDefault="00385250" w:rsidP="00C3031A">
            <w:pPr>
              <w:jc w:val="center"/>
              <w:rPr>
                <w:sz w:val="26"/>
                <w:szCs w:val="26"/>
              </w:rPr>
            </w:pPr>
          </w:p>
          <w:p w:rsidR="00385250" w:rsidRDefault="00385250" w:rsidP="00C3031A">
            <w:pPr>
              <w:jc w:val="center"/>
              <w:rPr>
                <w:sz w:val="26"/>
                <w:szCs w:val="26"/>
              </w:rPr>
            </w:pPr>
          </w:p>
          <w:p w:rsidR="00C3031A" w:rsidRPr="00E6574E" w:rsidRDefault="00C3031A" w:rsidP="00C3031A">
            <w:pPr>
              <w:jc w:val="center"/>
              <w:rPr>
                <w:sz w:val="28"/>
                <w:szCs w:val="28"/>
              </w:rPr>
            </w:pPr>
            <w:r w:rsidRPr="00E6574E">
              <w:rPr>
                <w:sz w:val="28"/>
                <w:szCs w:val="28"/>
              </w:rPr>
              <w:t>УТВЕРЖДАЮ</w:t>
            </w:r>
          </w:p>
          <w:p w:rsidR="00C3031A" w:rsidRPr="0049068E" w:rsidRDefault="00C3031A" w:rsidP="00C3031A">
            <w:pPr>
              <w:jc w:val="center"/>
              <w:rPr>
                <w:sz w:val="10"/>
                <w:szCs w:val="10"/>
              </w:rPr>
            </w:pPr>
          </w:p>
          <w:p w:rsidR="00C3031A" w:rsidRPr="00E6574E" w:rsidRDefault="00235DAC" w:rsidP="00C303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031A" w:rsidRPr="00E6574E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5600CA">
              <w:rPr>
                <w:rFonts w:ascii="Times New Roman" w:hAnsi="Times New Roman" w:cs="Times New Roman"/>
                <w:sz w:val="28"/>
                <w:szCs w:val="28"/>
              </w:rPr>
              <w:t>МО ГП «поселок</w:t>
            </w:r>
            <w:r w:rsidR="00864596">
              <w:rPr>
                <w:rFonts w:ascii="Times New Roman" w:hAnsi="Times New Roman" w:cs="Times New Roman"/>
                <w:sz w:val="28"/>
                <w:szCs w:val="28"/>
              </w:rPr>
              <w:t xml:space="preserve"> Нижнеа</w:t>
            </w:r>
            <w:r w:rsidR="0086459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864596">
              <w:rPr>
                <w:rFonts w:ascii="Times New Roman" w:hAnsi="Times New Roman" w:cs="Times New Roman"/>
                <w:sz w:val="28"/>
                <w:szCs w:val="28"/>
              </w:rPr>
              <w:t>гарск»</w:t>
            </w:r>
          </w:p>
          <w:p w:rsidR="00C3031A" w:rsidRPr="00E6574E" w:rsidRDefault="00C3031A" w:rsidP="00C303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031A" w:rsidRPr="00E6574E" w:rsidRDefault="00366166" w:rsidP="00366166">
            <w:pPr>
              <w:rPr>
                <w:sz w:val="28"/>
                <w:szCs w:val="28"/>
              </w:rPr>
            </w:pPr>
            <w:r w:rsidRPr="00E6574E">
              <w:rPr>
                <w:sz w:val="28"/>
                <w:szCs w:val="28"/>
              </w:rPr>
              <w:t xml:space="preserve">                                              </w:t>
            </w:r>
            <w:r w:rsidR="00BE1A59">
              <w:rPr>
                <w:sz w:val="28"/>
                <w:szCs w:val="28"/>
              </w:rPr>
              <w:t>В.В. Вахрушев</w:t>
            </w:r>
          </w:p>
          <w:p w:rsidR="00C3031A" w:rsidRPr="00E6574E" w:rsidRDefault="00C3031A" w:rsidP="00C3031A">
            <w:pPr>
              <w:jc w:val="right"/>
              <w:rPr>
                <w:sz w:val="16"/>
                <w:szCs w:val="16"/>
              </w:rPr>
            </w:pPr>
          </w:p>
          <w:p w:rsidR="00C3031A" w:rsidRPr="008E3C90" w:rsidRDefault="00C3031A" w:rsidP="00C3031A">
            <w:pPr>
              <w:rPr>
                <w:sz w:val="28"/>
                <w:szCs w:val="28"/>
                <w:u w:val="single"/>
              </w:rPr>
            </w:pPr>
            <w:r w:rsidRPr="00E6574E">
              <w:rPr>
                <w:sz w:val="28"/>
                <w:szCs w:val="28"/>
              </w:rPr>
              <w:t xml:space="preserve">                  </w:t>
            </w:r>
            <w:r w:rsidR="00BE1A59">
              <w:rPr>
                <w:sz w:val="28"/>
                <w:szCs w:val="28"/>
              </w:rPr>
              <w:t xml:space="preserve"> 3 февраля 2014</w:t>
            </w:r>
            <w:r w:rsidRPr="00E6574E">
              <w:rPr>
                <w:sz w:val="28"/>
                <w:szCs w:val="28"/>
              </w:rPr>
              <w:t xml:space="preserve"> г.</w:t>
            </w:r>
          </w:p>
        </w:tc>
      </w:tr>
    </w:tbl>
    <w:p w:rsidR="00C3031A" w:rsidRDefault="00C3031A" w:rsidP="00F11F9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5C70" w:rsidRDefault="009F5C70" w:rsidP="00F11F9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5250" w:rsidRDefault="00385250" w:rsidP="00F11F9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5250" w:rsidRDefault="00385250" w:rsidP="00F11F9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574E" w:rsidRDefault="00E6574E" w:rsidP="00F11F9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5C70" w:rsidRDefault="009F5C70" w:rsidP="009F5C70">
      <w:pPr>
        <w:jc w:val="center"/>
        <w:rPr>
          <w:b/>
          <w:sz w:val="28"/>
          <w:szCs w:val="28"/>
        </w:rPr>
      </w:pPr>
      <w:r w:rsidRPr="00407B26">
        <w:rPr>
          <w:b/>
          <w:sz w:val="28"/>
          <w:szCs w:val="28"/>
        </w:rPr>
        <w:t xml:space="preserve">ПАСПОРТ </w:t>
      </w:r>
    </w:p>
    <w:p w:rsidR="009F5C70" w:rsidRPr="009F5C70" w:rsidRDefault="009F5C70" w:rsidP="00B778CA">
      <w:pPr>
        <w:jc w:val="center"/>
        <w:rPr>
          <w:b/>
          <w:sz w:val="28"/>
          <w:szCs w:val="28"/>
        </w:rPr>
      </w:pPr>
      <w:r w:rsidRPr="00407B26">
        <w:rPr>
          <w:b/>
          <w:sz w:val="28"/>
          <w:szCs w:val="28"/>
        </w:rPr>
        <w:t>ПОЖАРНОЙ БЕЗОПАСНО</w:t>
      </w:r>
      <w:r>
        <w:rPr>
          <w:b/>
          <w:sz w:val="28"/>
          <w:szCs w:val="28"/>
        </w:rPr>
        <w:t>С</w:t>
      </w:r>
      <w:r w:rsidRPr="00407B26">
        <w:rPr>
          <w:b/>
          <w:sz w:val="28"/>
          <w:szCs w:val="28"/>
        </w:rPr>
        <w:t xml:space="preserve">ТИ </w:t>
      </w:r>
      <w:r w:rsidR="00864596">
        <w:rPr>
          <w:b/>
          <w:sz w:val="28"/>
          <w:szCs w:val="28"/>
        </w:rPr>
        <w:t>ПОСЕЛКА НИЖНЕАНГАРСК</w:t>
      </w:r>
      <w:r>
        <w:rPr>
          <w:b/>
          <w:sz w:val="28"/>
          <w:szCs w:val="28"/>
        </w:rPr>
        <w:t>,</w:t>
      </w:r>
    </w:p>
    <w:p w:rsidR="009F5C70" w:rsidRDefault="009F5C70" w:rsidP="009F5C70">
      <w:pPr>
        <w:jc w:val="center"/>
        <w:rPr>
          <w:b/>
          <w:sz w:val="28"/>
          <w:szCs w:val="28"/>
        </w:rPr>
      </w:pPr>
      <w:r w:rsidRPr="00407B26">
        <w:rPr>
          <w:b/>
          <w:sz w:val="28"/>
          <w:szCs w:val="28"/>
        </w:rPr>
        <w:t>ПОДВЕРЖЕН</w:t>
      </w:r>
      <w:r>
        <w:rPr>
          <w:b/>
          <w:sz w:val="28"/>
          <w:szCs w:val="28"/>
        </w:rPr>
        <w:t>ОГО</w:t>
      </w:r>
      <w:r w:rsidRPr="00407B26">
        <w:rPr>
          <w:b/>
          <w:sz w:val="28"/>
          <w:szCs w:val="28"/>
        </w:rPr>
        <w:t xml:space="preserve"> </w:t>
      </w:r>
      <w:r w:rsidR="00B778CA">
        <w:rPr>
          <w:b/>
          <w:sz w:val="28"/>
          <w:szCs w:val="28"/>
        </w:rPr>
        <w:t>УГРОЗЕ</w:t>
      </w:r>
      <w:r w:rsidRPr="00407B26">
        <w:rPr>
          <w:b/>
          <w:sz w:val="28"/>
          <w:szCs w:val="28"/>
        </w:rPr>
        <w:t xml:space="preserve"> ЛЕСНЫХ ПОЖАРОВ</w:t>
      </w:r>
    </w:p>
    <w:p w:rsidR="00283957" w:rsidRDefault="00283957" w:rsidP="00F11F9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6574E" w:rsidRPr="00597434" w:rsidRDefault="00E6574E" w:rsidP="00F11F9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359"/>
      </w:tblGrid>
      <w:tr w:rsidR="008F30A9" w:rsidRPr="00834F32">
        <w:tc>
          <w:tcPr>
            <w:tcW w:w="5778" w:type="dxa"/>
          </w:tcPr>
          <w:p w:rsidR="008F30A9" w:rsidRPr="00834F32" w:rsidRDefault="0092124D" w:rsidP="00834F32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34F32">
              <w:rPr>
                <w:rFonts w:ascii="Times New Roman" w:hAnsi="Times New Roman" w:cs="Times New Roman"/>
                <w:sz w:val="26"/>
                <w:szCs w:val="26"/>
              </w:rPr>
              <w:t>Наименование населённого пункта</w:t>
            </w:r>
            <w:r w:rsidR="00B778CA" w:rsidRPr="00D30005">
              <w:rPr>
                <w:rFonts w:ascii="Times New Roman" w:hAnsi="Times New Roman" w:cs="Times New Roman"/>
                <w:b/>
                <w:sz w:val="26"/>
                <w:szCs w:val="26"/>
              </w:rPr>
              <w:t>*</w:t>
            </w:r>
            <w:r w:rsidR="008715A7" w:rsidRPr="00834F3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4359" w:type="dxa"/>
          </w:tcPr>
          <w:p w:rsidR="008F30A9" w:rsidRPr="00834F32" w:rsidRDefault="00C91A19" w:rsidP="00834F3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Нижнеангарск</w:t>
            </w:r>
          </w:p>
        </w:tc>
      </w:tr>
      <w:tr w:rsidR="0092124D" w:rsidRPr="00834F32">
        <w:tc>
          <w:tcPr>
            <w:tcW w:w="5778" w:type="dxa"/>
          </w:tcPr>
          <w:p w:rsidR="0092124D" w:rsidRPr="00834F32" w:rsidRDefault="0092124D" w:rsidP="00834F32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34F32">
              <w:rPr>
                <w:rFonts w:ascii="Times New Roman" w:hAnsi="Times New Roman" w:cs="Times New Roman"/>
                <w:sz w:val="26"/>
                <w:szCs w:val="26"/>
              </w:rPr>
              <w:t>Наименование городского  посел</w:t>
            </w:r>
            <w:r w:rsidRPr="00834F3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834F32">
              <w:rPr>
                <w:rFonts w:ascii="Times New Roman" w:hAnsi="Times New Roman" w:cs="Times New Roman"/>
                <w:sz w:val="26"/>
                <w:szCs w:val="26"/>
              </w:rPr>
              <w:t>ния</w:t>
            </w:r>
          </w:p>
        </w:tc>
        <w:tc>
          <w:tcPr>
            <w:tcW w:w="4359" w:type="dxa"/>
          </w:tcPr>
          <w:p w:rsidR="0092124D" w:rsidRPr="00834F32" w:rsidRDefault="00640780" w:rsidP="00834F3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МО ГП «поселок Нижнеангарск»</w:t>
            </w:r>
          </w:p>
        </w:tc>
      </w:tr>
      <w:tr w:rsidR="0092124D" w:rsidRPr="00834F32">
        <w:tc>
          <w:tcPr>
            <w:tcW w:w="5778" w:type="dxa"/>
          </w:tcPr>
          <w:p w:rsidR="0092124D" w:rsidRPr="00834F32" w:rsidRDefault="0092124D" w:rsidP="00834F32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34F32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муниципального района</w:t>
            </w:r>
          </w:p>
        </w:tc>
        <w:tc>
          <w:tcPr>
            <w:tcW w:w="4359" w:type="dxa"/>
          </w:tcPr>
          <w:p w:rsidR="0092124D" w:rsidRPr="00834F32" w:rsidRDefault="00C91A19" w:rsidP="00834F3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Северо-Байкальский</w:t>
            </w:r>
          </w:p>
        </w:tc>
      </w:tr>
      <w:tr w:rsidR="0092124D" w:rsidRPr="00834F32">
        <w:tc>
          <w:tcPr>
            <w:tcW w:w="5778" w:type="dxa"/>
          </w:tcPr>
          <w:p w:rsidR="0092124D" w:rsidRPr="00834F32" w:rsidRDefault="0092124D" w:rsidP="00A262E1">
            <w:pPr>
              <w:rPr>
                <w:sz w:val="26"/>
                <w:szCs w:val="26"/>
              </w:rPr>
            </w:pPr>
            <w:r w:rsidRPr="00320C0F">
              <w:rPr>
                <w:sz w:val="26"/>
                <w:szCs w:val="26"/>
              </w:rPr>
              <w:t xml:space="preserve">Наименование </w:t>
            </w:r>
            <w:r w:rsidR="006156FF" w:rsidRPr="00320C0F">
              <w:rPr>
                <w:bCs/>
                <w:sz w:val="24"/>
                <w:szCs w:val="26"/>
              </w:rPr>
              <w:t>городского</w:t>
            </w:r>
            <w:r w:rsidRPr="00834F32">
              <w:rPr>
                <w:sz w:val="26"/>
                <w:szCs w:val="26"/>
              </w:rPr>
              <w:t xml:space="preserve"> округа</w:t>
            </w:r>
          </w:p>
        </w:tc>
        <w:tc>
          <w:tcPr>
            <w:tcW w:w="4359" w:type="dxa"/>
          </w:tcPr>
          <w:p w:rsidR="0092124D" w:rsidRPr="00834F32" w:rsidRDefault="00A040AD" w:rsidP="00834F3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</w:tr>
      <w:tr w:rsidR="0092124D" w:rsidRPr="00834F32">
        <w:tc>
          <w:tcPr>
            <w:tcW w:w="5778" w:type="dxa"/>
          </w:tcPr>
          <w:p w:rsidR="0092124D" w:rsidRPr="00834F32" w:rsidRDefault="0092124D" w:rsidP="00834F32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834F32">
              <w:rPr>
                <w:rFonts w:ascii="Times New Roman" w:hAnsi="Times New Roman" w:cs="Times New Roman"/>
                <w:sz w:val="26"/>
                <w:szCs w:val="26"/>
              </w:rPr>
              <w:t>Наименование субъекта Российской Федер</w:t>
            </w:r>
            <w:r w:rsidRPr="00834F3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34F32">
              <w:rPr>
                <w:rFonts w:ascii="Times New Roman" w:hAnsi="Times New Roman" w:cs="Times New Roman"/>
                <w:sz w:val="26"/>
                <w:szCs w:val="26"/>
              </w:rPr>
              <w:t>ции</w:t>
            </w:r>
          </w:p>
        </w:tc>
        <w:tc>
          <w:tcPr>
            <w:tcW w:w="4359" w:type="dxa"/>
          </w:tcPr>
          <w:p w:rsidR="0092124D" w:rsidRPr="00834F32" w:rsidRDefault="00C91A19" w:rsidP="00834F3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Республика Бурятия</w:t>
            </w:r>
          </w:p>
        </w:tc>
      </w:tr>
    </w:tbl>
    <w:p w:rsidR="008F30A9" w:rsidRDefault="008F30A9" w:rsidP="008F30A9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85250" w:rsidRDefault="00385250" w:rsidP="008F30A9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11F9F" w:rsidRPr="00E6574E" w:rsidRDefault="00F11F9F" w:rsidP="008F30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74E">
        <w:rPr>
          <w:rFonts w:ascii="Times New Roman" w:hAnsi="Times New Roman" w:cs="Times New Roman"/>
          <w:b/>
          <w:sz w:val="28"/>
          <w:szCs w:val="28"/>
        </w:rPr>
        <w:t>Краткое описание насел</w:t>
      </w:r>
      <w:r w:rsidR="00CF4EAD" w:rsidRPr="00E6574E">
        <w:rPr>
          <w:rFonts w:ascii="Times New Roman" w:hAnsi="Times New Roman" w:cs="Times New Roman"/>
          <w:b/>
          <w:sz w:val="28"/>
          <w:szCs w:val="28"/>
        </w:rPr>
        <w:t>ё</w:t>
      </w:r>
      <w:r w:rsidRPr="00E6574E">
        <w:rPr>
          <w:rFonts w:ascii="Times New Roman" w:hAnsi="Times New Roman" w:cs="Times New Roman"/>
          <w:b/>
          <w:sz w:val="28"/>
          <w:szCs w:val="28"/>
        </w:rPr>
        <w:t>нного пункта</w:t>
      </w:r>
    </w:p>
    <w:p w:rsidR="00E6574E" w:rsidRPr="00E6574E" w:rsidRDefault="00E6574E" w:rsidP="008F30A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6946"/>
        <w:gridCol w:w="2265"/>
      </w:tblGrid>
      <w:tr w:rsidR="00E6574E" w:rsidRPr="00834F32">
        <w:tc>
          <w:tcPr>
            <w:tcW w:w="959" w:type="dxa"/>
          </w:tcPr>
          <w:p w:rsidR="00E6574E" w:rsidRPr="00E6574E" w:rsidRDefault="00E6574E" w:rsidP="00834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6574E">
              <w:rPr>
                <w:rFonts w:ascii="Times New Roman" w:hAnsi="Times New Roman" w:cs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6946" w:type="dxa"/>
          </w:tcPr>
          <w:p w:rsidR="00E6574E" w:rsidRPr="00E6574E" w:rsidRDefault="00E6574E" w:rsidP="00E6574E">
            <w:pPr>
              <w:pStyle w:val="ConsPlusNormal"/>
              <w:widowControl/>
              <w:ind w:firstLine="17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Характеристика населенного пункта</w:t>
            </w:r>
          </w:p>
        </w:tc>
        <w:tc>
          <w:tcPr>
            <w:tcW w:w="2265" w:type="dxa"/>
          </w:tcPr>
          <w:p w:rsidR="00E6574E" w:rsidRPr="00E6574E" w:rsidRDefault="00E6574E" w:rsidP="00834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6574E">
              <w:rPr>
                <w:rFonts w:ascii="Times New Roman" w:hAnsi="Times New Roman" w:cs="Times New Roman"/>
                <w:b/>
                <w:sz w:val="26"/>
                <w:szCs w:val="26"/>
              </w:rPr>
              <w:t>Значение</w:t>
            </w:r>
          </w:p>
        </w:tc>
      </w:tr>
      <w:tr w:rsidR="00597434" w:rsidRPr="00320C0F">
        <w:tc>
          <w:tcPr>
            <w:tcW w:w="959" w:type="dxa"/>
          </w:tcPr>
          <w:p w:rsidR="00597434" w:rsidRPr="00320C0F" w:rsidRDefault="00597434" w:rsidP="00834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0C0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946" w:type="dxa"/>
          </w:tcPr>
          <w:p w:rsidR="00597434" w:rsidRPr="00320C0F" w:rsidRDefault="00597434" w:rsidP="00E6574E">
            <w:pPr>
              <w:pStyle w:val="ConsPlusNormal"/>
              <w:widowControl/>
              <w:ind w:firstLine="175"/>
              <w:jc w:val="both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320C0F">
              <w:rPr>
                <w:rFonts w:ascii="Times New Roman" w:hAnsi="Times New Roman" w:cs="Times New Roman"/>
                <w:sz w:val="26"/>
                <w:szCs w:val="26"/>
              </w:rPr>
              <w:t>Общая площадь населенного пункта, км</w:t>
            </w:r>
            <w:r w:rsidRPr="00320C0F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2265" w:type="dxa"/>
          </w:tcPr>
          <w:p w:rsidR="00597434" w:rsidRPr="00320C0F" w:rsidRDefault="00320C0F" w:rsidP="00834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481416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</w:tr>
      <w:tr w:rsidR="00597434" w:rsidRPr="00320C0F">
        <w:tc>
          <w:tcPr>
            <w:tcW w:w="959" w:type="dxa"/>
          </w:tcPr>
          <w:p w:rsidR="00597434" w:rsidRPr="00320C0F" w:rsidRDefault="00F56E10" w:rsidP="00834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0C0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946" w:type="dxa"/>
          </w:tcPr>
          <w:p w:rsidR="00597434" w:rsidRPr="00320C0F" w:rsidRDefault="00B02210" w:rsidP="00E6574E">
            <w:pPr>
              <w:pStyle w:val="ConsPlusNormal"/>
              <w:widowControl/>
              <w:ind w:firstLine="17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0C0F">
              <w:rPr>
                <w:rFonts w:ascii="Times New Roman" w:hAnsi="Times New Roman" w:cs="Times New Roman"/>
                <w:sz w:val="26"/>
                <w:szCs w:val="26"/>
              </w:rPr>
              <w:t>Численность</w:t>
            </w:r>
            <w:r w:rsidR="00597434" w:rsidRPr="00320C0F">
              <w:rPr>
                <w:rFonts w:ascii="Times New Roman" w:hAnsi="Times New Roman" w:cs="Times New Roman"/>
                <w:sz w:val="26"/>
                <w:szCs w:val="26"/>
              </w:rPr>
              <w:t xml:space="preserve"> постоянно зарегистрированного насел</w:t>
            </w:r>
            <w:r w:rsidR="00597434" w:rsidRPr="00320C0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597434" w:rsidRPr="00320C0F">
              <w:rPr>
                <w:rFonts w:ascii="Times New Roman" w:hAnsi="Times New Roman" w:cs="Times New Roman"/>
                <w:sz w:val="26"/>
                <w:szCs w:val="26"/>
              </w:rPr>
              <w:t>ния,</w:t>
            </w:r>
            <w:r w:rsidR="00E6574E" w:rsidRPr="00320C0F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597434" w:rsidRPr="00320C0F">
              <w:rPr>
                <w:rFonts w:ascii="Times New Roman" w:hAnsi="Times New Roman" w:cs="Times New Roman"/>
                <w:sz w:val="26"/>
                <w:szCs w:val="26"/>
              </w:rPr>
              <w:t>чел.</w:t>
            </w:r>
          </w:p>
        </w:tc>
        <w:tc>
          <w:tcPr>
            <w:tcW w:w="2265" w:type="dxa"/>
          </w:tcPr>
          <w:p w:rsidR="00597434" w:rsidRPr="00320C0F" w:rsidRDefault="00640780" w:rsidP="00834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4990</w:t>
            </w:r>
          </w:p>
        </w:tc>
      </w:tr>
      <w:tr w:rsidR="00597434" w:rsidRPr="00320C0F">
        <w:tc>
          <w:tcPr>
            <w:tcW w:w="959" w:type="dxa"/>
          </w:tcPr>
          <w:p w:rsidR="00597434" w:rsidRPr="00320C0F" w:rsidRDefault="00F56E10" w:rsidP="00834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0C0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946" w:type="dxa"/>
          </w:tcPr>
          <w:p w:rsidR="00597434" w:rsidRPr="00320C0F" w:rsidRDefault="00F56E10" w:rsidP="006156FF">
            <w:pPr>
              <w:jc w:val="center"/>
              <w:rPr>
                <w:sz w:val="26"/>
                <w:szCs w:val="26"/>
              </w:rPr>
            </w:pPr>
            <w:r w:rsidRPr="00320C0F">
              <w:rPr>
                <w:bCs/>
                <w:sz w:val="24"/>
                <w:szCs w:val="26"/>
              </w:rPr>
              <w:t>Средняя численность населения в летний период, чел</w:t>
            </w:r>
            <w:r w:rsidRPr="00320C0F">
              <w:rPr>
                <w:sz w:val="26"/>
                <w:szCs w:val="26"/>
              </w:rPr>
              <w:t>.</w:t>
            </w:r>
          </w:p>
        </w:tc>
        <w:tc>
          <w:tcPr>
            <w:tcW w:w="2265" w:type="dxa"/>
          </w:tcPr>
          <w:p w:rsidR="00597434" w:rsidRPr="00320C0F" w:rsidRDefault="00640780" w:rsidP="00834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5600</w:t>
            </w:r>
          </w:p>
        </w:tc>
      </w:tr>
      <w:tr w:rsidR="00597434" w:rsidRPr="00320C0F">
        <w:tc>
          <w:tcPr>
            <w:tcW w:w="959" w:type="dxa"/>
          </w:tcPr>
          <w:p w:rsidR="00597434" w:rsidRPr="00320C0F" w:rsidRDefault="0075324D" w:rsidP="00834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0C0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946" w:type="dxa"/>
          </w:tcPr>
          <w:p w:rsidR="00597434" w:rsidRPr="00320C0F" w:rsidRDefault="0075324D" w:rsidP="00B02210">
            <w:pPr>
              <w:pStyle w:val="ConsPlusNormal"/>
              <w:widowControl/>
              <w:ind w:firstLine="17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0C0F">
              <w:rPr>
                <w:rFonts w:ascii="Times New Roman" w:hAnsi="Times New Roman" w:cs="Times New Roman"/>
                <w:sz w:val="26"/>
                <w:szCs w:val="26"/>
              </w:rPr>
              <w:t xml:space="preserve">Общая протяжённость участка(ов) границы населённого пункта с лесным </w:t>
            </w:r>
            <w:r w:rsidR="00B02210" w:rsidRPr="00320C0F">
              <w:rPr>
                <w:rFonts w:ascii="Times New Roman" w:hAnsi="Times New Roman" w:cs="Times New Roman"/>
                <w:sz w:val="26"/>
                <w:szCs w:val="26"/>
              </w:rPr>
              <w:t>участком</w:t>
            </w:r>
            <w:r w:rsidRPr="00320C0F">
              <w:rPr>
                <w:rFonts w:ascii="Times New Roman" w:hAnsi="Times New Roman" w:cs="Times New Roman"/>
                <w:sz w:val="26"/>
                <w:szCs w:val="26"/>
              </w:rPr>
              <w:t>, км</w:t>
            </w:r>
            <w:r w:rsidR="00803D3A" w:rsidRPr="00320C0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5" w:type="dxa"/>
          </w:tcPr>
          <w:p w:rsidR="00597434" w:rsidRPr="00320C0F" w:rsidRDefault="006E1A5C" w:rsidP="00834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B8048D" w:rsidRPr="00320C0F">
        <w:tc>
          <w:tcPr>
            <w:tcW w:w="959" w:type="dxa"/>
          </w:tcPr>
          <w:p w:rsidR="00B8048D" w:rsidRPr="00320C0F" w:rsidRDefault="00B8048D" w:rsidP="00CC7F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0C0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946" w:type="dxa"/>
          </w:tcPr>
          <w:p w:rsidR="00B8048D" w:rsidRPr="00320C0F" w:rsidRDefault="0069758B" w:rsidP="00B420A1">
            <w:pPr>
              <w:pStyle w:val="ConsPlusNormal"/>
              <w:widowControl/>
              <w:ind w:firstLine="17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0C0F">
              <w:rPr>
                <w:rFonts w:ascii="Times New Roman" w:hAnsi="Times New Roman" w:cs="Times New Roman"/>
                <w:sz w:val="26"/>
                <w:szCs w:val="26"/>
              </w:rPr>
              <w:t>Общая площадь</w:t>
            </w:r>
            <w:r w:rsidR="00B8048D" w:rsidRPr="00320C0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420A1" w:rsidRPr="00320C0F">
              <w:rPr>
                <w:rFonts w:ascii="Times New Roman" w:hAnsi="Times New Roman" w:cs="Times New Roman"/>
                <w:sz w:val="26"/>
                <w:szCs w:val="26"/>
              </w:rPr>
              <w:t xml:space="preserve"> лесов</w:t>
            </w:r>
            <w:r w:rsidR="00B8048D" w:rsidRPr="00320C0F">
              <w:rPr>
                <w:rFonts w:ascii="Times New Roman" w:hAnsi="Times New Roman" w:cs="Times New Roman"/>
                <w:sz w:val="26"/>
                <w:szCs w:val="26"/>
              </w:rPr>
              <w:t>, расположенных на землях нас</w:t>
            </w:r>
            <w:r w:rsidR="00B8048D" w:rsidRPr="00320C0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B8048D" w:rsidRPr="00320C0F">
              <w:rPr>
                <w:rFonts w:ascii="Times New Roman" w:hAnsi="Times New Roman" w:cs="Times New Roman"/>
                <w:sz w:val="26"/>
                <w:szCs w:val="26"/>
              </w:rPr>
              <w:t>ленн</w:t>
            </w:r>
            <w:r w:rsidR="00B420A1" w:rsidRPr="00320C0F"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="00B8048D" w:rsidRPr="00320C0F">
              <w:rPr>
                <w:rFonts w:ascii="Times New Roman" w:hAnsi="Times New Roman" w:cs="Times New Roman"/>
                <w:sz w:val="26"/>
                <w:szCs w:val="26"/>
              </w:rPr>
              <w:t xml:space="preserve"> пункт</w:t>
            </w:r>
            <w:r w:rsidR="00B420A1" w:rsidRPr="00320C0F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B8048D" w:rsidRPr="00320C0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7107C" w:rsidRPr="00320C0F">
              <w:rPr>
                <w:rFonts w:ascii="Times New Roman" w:hAnsi="Times New Roman" w:cs="Times New Roman"/>
                <w:sz w:val="26"/>
                <w:szCs w:val="26"/>
              </w:rPr>
              <w:t>га</w:t>
            </w:r>
          </w:p>
        </w:tc>
        <w:tc>
          <w:tcPr>
            <w:tcW w:w="2265" w:type="dxa"/>
          </w:tcPr>
          <w:p w:rsidR="00B8048D" w:rsidRPr="00320C0F" w:rsidRDefault="00320C0F" w:rsidP="00834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0C0F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</w:tr>
      <w:tr w:rsidR="00B8048D" w:rsidRPr="00834F32">
        <w:tc>
          <w:tcPr>
            <w:tcW w:w="959" w:type="dxa"/>
          </w:tcPr>
          <w:p w:rsidR="00B8048D" w:rsidRPr="00834F32" w:rsidRDefault="00B8048D" w:rsidP="00CC7F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946" w:type="dxa"/>
          </w:tcPr>
          <w:p w:rsidR="00B8048D" w:rsidRPr="00977828" w:rsidRDefault="00B8048D" w:rsidP="00B02210">
            <w:pPr>
              <w:pStyle w:val="ConsPlusNormal"/>
              <w:widowControl/>
              <w:tabs>
                <w:tab w:val="left" w:pos="0"/>
              </w:tabs>
              <w:ind w:firstLine="17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77828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домов отдыха, пансионатов, детских лагерей и других объектов, расположенных в лесном </w:t>
            </w:r>
            <w:r w:rsidR="00B02210" w:rsidRPr="00977828">
              <w:rPr>
                <w:rFonts w:ascii="Times New Roman" w:hAnsi="Times New Roman" w:cs="Times New Roman"/>
                <w:sz w:val="26"/>
                <w:szCs w:val="26"/>
              </w:rPr>
              <w:t>массиве</w:t>
            </w:r>
            <w:r w:rsidR="00E6574E" w:rsidRPr="00977828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977828">
              <w:rPr>
                <w:rFonts w:ascii="Times New Roman" w:hAnsi="Times New Roman" w:cs="Times New Roman"/>
                <w:sz w:val="26"/>
                <w:szCs w:val="26"/>
              </w:rPr>
              <w:t>(учас</w:t>
            </w:r>
            <w:r w:rsidRPr="00977828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977828">
              <w:rPr>
                <w:rFonts w:ascii="Times New Roman" w:hAnsi="Times New Roman" w:cs="Times New Roman"/>
                <w:sz w:val="26"/>
                <w:szCs w:val="26"/>
              </w:rPr>
              <w:t>ке)</w:t>
            </w:r>
            <w:r w:rsidR="0092735D" w:rsidRPr="00977828">
              <w:rPr>
                <w:rFonts w:ascii="Times New Roman" w:hAnsi="Times New Roman" w:cs="Times New Roman"/>
                <w:sz w:val="26"/>
                <w:szCs w:val="26"/>
              </w:rPr>
              <w:t xml:space="preserve"> на прилегающей территории</w:t>
            </w:r>
            <w:r w:rsidRPr="00977828">
              <w:rPr>
                <w:rFonts w:ascii="Times New Roman" w:hAnsi="Times New Roman" w:cs="Times New Roman"/>
                <w:sz w:val="26"/>
                <w:szCs w:val="26"/>
              </w:rPr>
              <w:t>, ед.</w:t>
            </w:r>
          </w:p>
        </w:tc>
        <w:tc>
          <w:tcPr>
            <w:tcW w:w="2265" w:type="dxa"/>
          </w:tcPr>
          <w:p w:rsidR="00B8048D" w:rsidRPr="00834F32" w:rsidRDefault="006E1A5C" w:rsidP="00834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B8048D" w:rsidRPr="00834F32">
        <w:tc>
          <w:tcPr>
            <w:tcW w:w="959" w:type="dxa"/>
          </w:tcPr>
          <w:p w:rsidR="00B8048D" w:rsidRPr="00834F32" w:rsidRDefault="00B8048D" w:rsidP="00CC7F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6946" w:type="dxa"/>
          </w:tcPr>
          <w:p w:rsidR="00B8048D" w:rsidRPr="00834F32" w:rsidRDefault="00B8048D" w:rsidP="00B02210">
            <w:pPr>
              <w:pStyle w:val="ConsPlusNormal"/>
              <w:widowControl/>
              <w:ind w:firstLine="17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Расчетное время прибытия пожарного подразделения до наиболее удаленной точк</w:t>
            </w:r>
            <w:r w:rsidR="00A704F4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населенного пункта, </w:t>
            </w:r>
            <w:r w:rsidRPr="00D448E4">
              <w:rPr>
                <w:rFonts w:ascii="Times New Roman" w:hAnsi="Times New Roman" w:cs="Times New Roman"/>
                <w:sz w:val="26"/>
                <w:szCs w:val="26"/>
              </w:rPr>
              <w:t>грани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чащей</w:t>
            </w:r>
            <w:r w:rsidRPr="00D448E4">
              <w:rPr>
                <w:rFonts w:ascii="Times New Roman" w:hAnsi="Times New Roman" w:cs="Times New Roman"/>
                <w:sz w:val="26"/>
                <w:szCs w:val="26"/>
              </w:rPr>
              <w:t xml:space="preserve"> с лесным </w:t>
            </w:r>
            <w:r w:rsidR="00B02210">
              <w:rPr>
                <w:rFonts w:ascii="Times New Roman" w:hAnsi="Times New Roman" w:cs="Times New Roman"/>
                <w:sz w:val="26"/>
                <w:szCs w:val="26"/>
              </w:rPr>
              <w:t>участком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мин.</w:t>
            </w:r>
          </w:p>
        </w:tc>
        <w:tc>
          <w:tcPr>
            <w:tcW w:w="2265" w:type="dxa"/>
          </w:tcPr>
          <w:p w:rsidR="00B8048D" w:rsidRPr="00834F32" w:rsidRDefault="006E1A5C" w:rsidP="00834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</w:tbl>
    <w:p w:rsidR="00DD5526" w:rsidRDefault="00DD5526" w:rsidP="00AC63E0">
      <w:pPr>
        <w:autoSpaceDE w:val="0"/>
        <w:autoSpaceDN w:val="0"/>
        <w:adjustRightInd w:val="0"/>
        <w:jc w:val="center"/>
        <w:outlineLvl w:val="3"/>
        <w:rPr>
          <w:b/>
          <w:sz w:val="26"/>
          <w:szCs w:val="26"/>
        </w:rPr>
      </w:pPr>
    </w:p>
    <w:p w:rsidR="00844B59" w:rsidRDefault="00844B59" w:rsidP="00AC63E0">
      <w:pPr>
        <w:autoSpaceDE w:val="0"/>
        <w:autoSpaceDN w:val="0"/>
        <w:adjustRightInd w:val="0"/>
        <w:jc w:val="center"/>
        <w:outlineLvl w:val="3"/>
        <w:rPr>
          <w:b/>
          <w:sz w:val="28"/>
          <w:szCs w:val="28"/>
        </w:rPr>
      </w:pPr>
    </w:p>
    <w:p w:rsidR="00157734" w:rsidRPr="00D31CFD" w:rsidRDefault="00291DD4" w:rsidP="00AC63E0">
      <w:pPr>
        <w:autoSpaceDE w:val="0"/>
        <w:autoSpaceDN w:val="0"/>
        <w:adjustRightInd w:val="0"/>
        <w:jc w:val="center"/>
        <w:outlineLvl w:val="3"/>
        <w:rPr>
          <w:b/>
          <w:sz w:val="28"/>
          <w:szCs w:val="28"/>
        </w:rPr>
      </w:pPr>
      <w:r w:rsidRPr="00D31CFD">
        <w:rPr>
          <w:b/>
          <w:sz w:val="28"/>
          <w:szCs w:val="28"/>
        </w:rPr>
        <w:t>Перечень</w:t>
      </w:r>
      <w:r w:rsidR="00AC63E0" w:rsidRPr="00D31CFD">
        <w:rPr>
          <w:b/>
          <w:sz w:val="28"/>
          <w:szCs w:val="28"/>
        </w:rPr>
        <w:t xml:space="preserve"> </w:t>
      </w:r>
      <w:r w:rsidRPr="00D31CFD">
        <w:rPr>
          <w:b/>
          <w:sz w:val="28"/>
          <w:szCs w:val="28"/>
        </w:rPr>
        <w:t xml:space="preserve">сил и средств подразделений пожарной охраны, </w:t>
      </w:r>
    </w:p>
    <w:p w:rsidR="00AC63E0" w:rsidRPr="00D31CFD" w:rsidRDefault="00AC63E0" w:rsidP="00157734">
      <w:pPr>
        <w:autoSpaceDE w:val="0"/>
        <w:autoSpaceDN w:val="0"/>
        <w:adjustRightInd w:val="0"/>
        <w:jc w:val="center"/>
        <w:outlineLvl w:val="3"/>
        <w:rPr>
          <w:b/>
          <w:sz w:val="28"/>
          <w:szCs w:val="28"/>
        </w:rPr>
      </w:pPr>
      <w:r w:rsidRPr="00D31CFD">
        <w:rPr>
          <w:b/>
          <w:sz w:val="28"/>
          <w:szCs w:val="28"/>
        </w:rPr>
        <w:lastRenderedPageBreak/>
        <w:t>привлекаемых к тушению пожара</w:t>
      </w:r>
      <w:r w:rsidR="00157734" w:rsidRPr="00D31CFD">
        <w:rPr>
          <w:b/>
          <w:sz w:val="28"/>
          <w:szCs w:val="28"/>
        </w:rPr>
        <w:t xml:space="preserve"> в</w:t>
      </w:r>
      <w:r w:rsidRPr="00D31CFD">
        <w:rPr>
          <w:b/>
          <w:sz w:val="28"/>
          <w:szCs w:val="28"/>
        </w:rPr>
        <w:t xml:space="preserve"> н</w:t>
      </w:r>
      <w:r w:rsidRPr="00D31CFD">
        <w:rPr>
          <w:b/>
          <w:sz w:val="28"/>
          <w:szCs w:val="28"/>
        </w:rPr>
        <w:t>а</w:t>
      </w:r>
      <w:r w:rsidRPr="00D31CFD">
        <w:rPr>
          <w:b/>
          <w:sz w:val="28"/>
          <w:szCs w:val="28"/>
        </w:rPr>
        <w:t>селенн</w:t>
      </w:r>
      <w:r w:rsidR="005E7A4E">
        <w:rPr>
          <w:b/>
          <w:sz w:val="28"/>
          <w:szCs w:val="28"/>
        </w:rPr>
        <w:t>ом</w:t>
      </w:r>
      <w:r w:rsidRPr="00D31CFD">
        <w:rPr>
          <w:b/>
          <w:sz w:val="28"/>
          <w:szCs w:val="28"/>
        </w:rPr>
        <w:t xml:space="preserve"> пункт</w:t>
      </w:r>
      <w:r w:rsidR="005E7A4E">
        <w:rPr>
          <w:b/>
          <w:sz w:val="28"/>
          <w:szCs w:val="28"/>
        </w:rPr>
        <w:t>е</w:t>
      </w:r>
    </w:p>
    <w:p w:rsidR="00D31CFD" w:rsidRPr="00D31CFD" w:rsidRDefault="00D31CFD" w:rsidP="00157734">
      <w:pPr>
        <w:autoSpaceDE w:val="0"/>
        <w:autoSpaceDN w:val="0"/>
        <w:adjustRightInd w:val="0"/>
        <w:jc w:val="center"/>
        <w:outlineLvl w:val="3"/>
        <w:rPr>
          <w:b/>
          <w:sz w:val="10"/>
          <w:szCs w:val="10"/>
        </w:rPr>
      </w:pPr>
    </w:p>
    <w:tbl>
      <w:tblPr>
        <w:tblpPr w:leftFromText="180" w:rightFromText="180" w:horzAnchor="page" w:tblpX="1183" w:tblpY="765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992"/>
        <w:gridCol w:w="992"/>
        <w:gridCol w:w="1276"/>
        <w:gridCol w:w="1559"/>
        <w:gridCol w:w="1560"/>
        <w:gridCol w:w="1417"/>
        <w:gridCol w:w="1418"/>
      </w:tblGrid>
      <w:tr w:rsidR="00291DD4" w:rsidRPr="00AC63E0" w:rsidTr="00894211">
        <w:trPr>
          <w:trHeight w:val="894"/>
        </w:trPr>
        <w:tc>
          <w:tcPr>
            <w:tcW w:w="1418" w:type="dxa"/>
            <w:vMerge w:val="restart"/>
            <w:textDirection w:val="btLr"/>
            <w:vAlign w:val="center"/>
          </w:tcPr>
          <w:p w:rsidR="00AC63E0" w:rsidRPr="00AC63E0" w:rsidRDefault="00291DD4" w:rsidP="00894211">
            <w:pPr>
              <w:autoSpaceDE w:val="0"/>
              <w:autoSpaceDN w:val="0"/>
              <w:adjustRightInd w:val="0"/>
              <w:ind w:left="113" w:right="113"/>
              <w:jc w:val="center"/>
              <w:outlineLvl w:val="3"/>
              <w:rPr>
                <w:b/>
                <w:sz w:val="24"/>
                <w:szCs w:val="24"/>
              </w:rPr>
            </w:pPr>
            <w:r w:rsidRPr="00AC63E0">
              <w:rPr>
                <w:b/>
                <w:sz w:val="24"/>
                <w:szCs w:val="24"/>
              </w:rPr>
              <w:t>Наименование подраздел</w:t>
            </w:r>
            <w:r w:rsidRPr="00AC63E0">
              <w:rPr>
                <w:b/>
                <w:sz w:val="24"/>
                <w:szCs w:val="24"/>
              </w:rPr>
              <w:t>е</w:t>
            </w:r>
            <w:r w:rsidRPr="00AC63E0">
              <w:rPr>
                <w:b/>
                <w:sz w:val="24"/>
                <w:szCs w:val="24"/>
              </w:rPr>
              <w:t>ния,</w:t>
            </w:r>
          </w:p>
          <w:p w:rsidR="00291DD4" w:rsidRPr="00AC63E0" w:rsidRDefault="00291DD4" w:rsidP="00894211">
            <w:pPr>
              <w:autoSpaceDE w:val="0"/>
              <w:autoSpaceDN w:val="0"/>
              <w:adjustRightInd w:val="0"/>
              <w:ind w:left="113" w:right="113"/>
              <w:jc w:val="center"/>
              <w:outlineLvl w:val="3"/>
              <w:rPr>
                <w:b/>
                <w:sz w:val="24"/>
                <w:szCs w:val="24"/>
              </w:rPr>
            </w:pPr>
            <w:r w:rsidRPr="00AC63E0">
              <w:rPr>
                <w:b/>
                <w:sz w:val="24"/>
                <w:szCs w:val="24"/>
              </w:rPr>
              <w:t>а</w:t>
            </w:r>
            <w:r w:rsidRPr="00AC63E0">
              <w:rPr>
                <w:b/>
                <w:sz w:val="24"/>
                <w:szCs w:val="24"/>
              </w:rPr>
              <w:t>д</w:t>
            </w:r>
            <w:r w:rsidRPr="00AC63E0">
              <w:rPr>
                <w:b/>
                <w:sz w:val="24"/>
                <w:szCs w:val="24"/>
              </w:rPr>
              <w:t>рес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AC63E0" w:rsidRPr="00AC63E0" w:rsidRDefault="00291DD4" w:rsidP="00894211">
            <w:pPr>
              <w:autoSpaceDE w:val="0"/>
              <w:autoSpaceDN w:val="0"/>
              <w:adjustRightInd w:val="0"/>
              <w:ind w:left="113" w:right="113"/>
              <w:jc w:val="center"/>
              <w:outlineLvl w:val="3"/>
              <w:rPr>
                <w:b/>
                <w:sz w:val="24"/>
                <w:szCs w:val="24"/>
              </w:rPr>
            </w:pPr>
            <w:r w:rsidRPr="00AC63E0">
              <w:rPr>
                <w:b/>
                <w:sz w:val="24"/>
                <w:szCs w:val="24"/>
              </w:rPr>
              <w:t>Вид пожа</w:t>
            </w:r>
            <w:r w:rsidRPr="00AC63E0">
              <w:rPr>
                <w:b/>
                <w:sz w:val="24"/>
                <w:szCs w:val="24"/>
              </w:rPr>
              <w:t>р</w:t>
            </w:r>
            <w:r w:rsidRPr="00AC63E0">
              <w:rPr>
                <w:b/>
                <w:sz w:val="24"/>
                <w:szCs w:val="24"/>
              </w:rPr>
              <w:t>ной</w:t>
            </w:r>
          </w:p>
          <w:p w:rsidR="00291DD4" w:rsidRPr="00AC63E0" w:rsidRDefault="00291DD4" w:rsidP="00894211">
            <w:pPr>
              <w:autoSpaceDE w:val="0"/>
              <w:autoSpaceDN w:val="0"/>
              <w:adjustRightInd w:val="0"/>
              <w:ind w:left="113" w:right="113"/>
              <w:jc w:val="center"/>
              <w:outlineLvl w:val="3"/>
              <w:rPr>
                <w:b/>
                <w:sz w:val="24"/>
                <w:szCs w:val="24"/>
              </w:rPr>
            </w:pPr>
            <w:r w:rsidRPr="00AC63E0">
              <w:rPr>
                <w:b/>
                <w:sz w:val="24"/>
                <w:szCs w:val="24"/>
              </w:rPr>
              <w:t>охр</w:t>
            </w:r>
            <w:r w:rsidRPr="00AC63E0">
              <w:rPr>
                <w:b/>
                <w:sz w:val="24"/>
                <w:szCs w:val="24"/>
              </w:rPr>
              <w:t>а</w:t>
            </w:r>
            <w:r w:rsidRPr="00AC63E0">
              <w:rPr>
                <w:b/>
                <w:sz w:val="24"/>
                <w:szCs w:val="24"/>
              </w:rPr>
              <w:t>ны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AC63E0" w:rsidRPr="00AC63E0" w:rsidRDefault="00291DD4" w:rsidP="00894211">
            <w:pPr>
              <w:autoSpaceDE w:val="0"/>
              <w:autoSpaceDN w:val="0"/>
              <w:adjustRightInd w:val="0"/>
              <w:ind w:left="113" w:right="113"/>
              <w:jc w:val="center"/>
              <w:outlineLvl w:val="3"/>
              <w:rPr>
                <w:b/>
                <w:sz w:val="24"/>
                <w:szCs w:val="24"/>
              </w:rPr>
            </w:pPr>
            <w:r w:rsidRPr="00AC63E0">
              <w:rPr>
                <w:b/>
                <w:sz w:val="24"/>
                <w:szCs w:val="24"/>
              </w:rPr>
              <w:t>Рассто</w:t>
            </w:r>
            <w:r w:rsidRPr="00AC63E0">
              <w:rPr>
                <w:b/>
                <w:sz w:val="24"/>
                <w:szCs w:val="24"/>
              </w:rPr>
              <w:t>я</w:t>
            </w:r>
            <w:r w:rsidRPr="00AC63E0">
              <w:rPr>
                <w:b/>
                <w:sz w:val="24"/>
                <w:szCs w:val="24"/>
              </w:rPr>
              <w:t>ние до</w:t>
            </w:r>
          </w:p>
          <w:p w:rsidR="00AC63E0" w:rsidRDefault="00291DD4" w:rsidP="00894211">
            <w:pPr>
              <w:autoSpaceDE w:val="0"/>
              <w:autoSpaceDN w:val="0"/>
              <w:adjustRightInd w:val="0"/>
              <w:ind w:left="113" w:right="113"/>
              <w:jc w:val="center"/>
              <w:outlineLvl w:val="3"/>
              <w:rPr>
                <w:b/>
                <w:sz w:val="24"/>
                <w:szCs w:val="24"/>
              </w:rPr>
            </w:pPr>
            <w:r w:rsidRPr="00AC63E0">
              <w:rPr>
                <w:b/>
                <w:sz w:val="24"/>
                <w:szCs w:val="24"/>
              </w:rPr>
              <w:t>населе</w:t>
            </w:r>
            <w:r w:rsidRPr="00AC63E0">
              <w:rPr>
                <w:b/>
                <w:sz w:val="24"/>
                <w:szCs w:val="24"/>
              </w:rPr>
              <w:t>н</w:t>
            </w:r>
            <w:r w:rsidRPr="00AC63E0">
              <w:rPr>
                <w:b/>
                <w:sz w:val="24"/>
                <w:szCs w:val="24"/>
              </w:rPr>
              <w:t xml:space="preserve">ного </w:t>
            </w:r>
          </w:p>
          <w:p w:rsidR="00291DD4" w:rsidRPr="00AC63E0" w:rsidRDefault="00291DD4" w:rsidP="00894211">
            <w:pPr>
              <w:autoSpaceDE w:val="0"/>
              <w:autoSpaceDN w:val="0"/>
              <w:adjustRightInd w:val="0"/>
              <w:ind w:left="113" w:right="113"/>
              <w:jc w:val="center"/>
              <w:outlineLvl w:val="3"/>
              <w:rPr>
                <w:b/>
                <w:sz w:val="24"/>
                <w:szCs w:val="24"/>
              </w:rPr>
            </w:pPr>
            <w:r w:rsidRPr="00AC63E0">
              <w:rPr>
                <w:b/>
                <w:sz w:val="24"/>
                <w:szCs w:val="24"/>
              </w:rPr>
              <w:t>пун</w:t>
            </w:r>
            <w:r w:rsidRPr="00AC63E0">
              <w:rPr>
                <w:b/>
                <w:sz w:val="24"/>
                <w:szCs w:val="24"/>
              </w:rPr>
              <w:t>к</w:t>
            </w:r>
            <w:r w:rsidRPr="00AC63E0">
              <w:rPr>
                <w:b/>
                <w:sz w:val="24"/>
                <w:szCs w:val="24"/>
              </w:rPr>
              <w:t>та, км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D31CFD" w:rsidRDefault="00AC63E0" w:rsidP="00894211">
            <w:pPr>
              <w:autoSpaceDE w:val="0"/>
              <w:autoSpaceDN w:val="0"/>
              <w:adjustRightInd w:val="0"/>
              <w:ind w:left="113" w:right="113"/>
              <w:jc w:val="center"/>
              <w:outlineLvl w:val="3"/>
              <w:rPr>
                <w:b/>
                <w:sz w:val="24"/>
                <w:szCs w:val="24"/>
              </w:rPr>
            </w:pPr>
            <w:r w:rsidRPr="00AC63E0">
              <w:rPr>
                <w:b/>
                <w:sz w:val="24"/>
                <w:szCs w:val="24"/>
              </w:rPr>
              <w:t>В</w:t>
            </w:r>
            <w:r w:rsidR="00291DD4" w:rsidRPr="00AC63E0">
              <w:rPr>
                <w:b/>
                <w:sz w:val="24"/>
                <w:szCs w:val="24"/>
              </w:rPr>
              <w:t xml:space="preserve">ремя </w:t>
            </w:r>
          </w:p>
          <w:p w:rsidR="00D31CFD" w:rsidRDefault="00291DD4" w:rsidP="00894211">
            <w:pPr>
              <w:autoSpaceDE w:val="0"/>
              <w:autoSpaceDN w:val="0"/>
              <w:adjustRightInd w:val="0"/>
              <w:ind w:left="113" w:right="113"/>
              <w:jc w:val="center"/>
              <w:outlineLvl w:val="3"/>
              <w:rPr>
                <w:b/>
                <w:sz w:val="24"/>
                <w:szCs w:val="24"/>
              </w:rPr>
            </w:pPr>
            <w:r w:rsidRPr="00AC63E0">
              <w:rPr>
                <w:b/>
                <w:sz w:val="24"/>
                <w:szCs w:val="24"/>
              </w:rPr>
              <w:t>пр</w:t>
            </w:r>
            <w:r w:rsidRPr="00AC63E0">
              <w:rPr>
                <w:b/>
                <w:sz w:val="24"/>
                <w:szCs w:val="24"/>
              </w:rPr>
              <w:t>и</w:t>
            </w:r>
            <w:r w:rsidRPr="00AC63E0">
              <w:rPr>
                <w:b/>
                <w:sz w:val="24"/>
                <w:szCs w:val="24"/>
              </w:rPr>
              <w:t xml:space="preserve">бытия </w:t>
            </w:r>
          </w:p>
          <w:p w:rsidR="00895CCC" w:rsidRDefault="00291DD4" w:rsidP="00894211">
            <w:pPr>
              <w:autoSpaceDE w:val="0"/>
              <w:autoSpaceDN w:val="0"/>
              <w:adjustRightInd w:val="0"/>
              <w:ind w:left="113" w:right="113"/>
              <w:jc w:val="center"/>
              <w:outlineLvl w:val="3"/>
              <w:rPr>
                <w:b/>
                <w:sz w:val="24"/>
                <w:szCs w:val="24"/>
              </w:rPr>
            </w:pPr>
            <w:r w:rsidRPr="00AC63E0">
              <w:rPr>
                <w:b/>
                <w:sz w:val="24"/>
                <w:szCs w:val="24"/>
              </w:rPr>
              <w:t xml:space="preserve">к месту </w:t>
            </w:r>
          </w:p>
          <w:p w:rsidR="00291DD4" w:rsidRPr="00AC63E0" w:rsidRDefault="00291DD4" w:rsidP="00894211">
            <w:pPr>
              <w:autoSpaceDE w:val="0"/>
              <w:autoSpaceDN w:val="0"/>
              <w:adjustRightInd w:val="0"/>
              <w:ind w:left="113" w:right="113"/>
              <w:jc w:val="center"/>
              <w:outlineLvl w:val="3"/>
              <w:rPr>
                <w:b/>
                <w:sz w:val="24"/>
                <w:szCs w:val="24"/>
              </w:rPr>
            </w:pPr>
            <w:r w:rsidRPr="00AC63E0">
              <w:rPr>
                <w:b/>
                <w:sz w:val="24"/>
                <w:szCs w:val="24"/>
              </w:rPr>
              <w:t>выз</w:t>
            </w:r>
            <w:r w:rsidRPr="00AC63E0">
              <w:rPr>
                <w:b/>
                <w:sz w:val="24"/>
                <w:szCs w:val="24"/>
              </w:rPr>
              <w:t>о</w:t>
            </w:r>
            <w:r w:rsidRPr="00AC63E0">
              <w:rPr>
                <w:b/>
                <w:sz w:val="24"/>
                <w:szCs w:val="24"/>
              </w:rPr>
              <w:t>ва</w:t>
            </w:r>
            <w:r w:rsidR="00895CCC">
              <w:rPr>
                <w:b/>
                <w:sz w:val="24"/>
                <w:szCs w:val="24"/>
              </w:rPr>
              <w:t>, мин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AC63E0" w:rsidRPr="00AC63E0" w:rsidRDefault="00291DD4" w:rsidP="00894211">
            <w:pPr>
              <w:autoSpaceDE w:val="0"/>
              <w:autoSpaceDN w:val="0"/>
              <w:adjustRightInd w:val="0"/>
              <w:ind w:left="113" w:right="113"/>
              <w:jc w:val="center"/>
              <w:outlineLvl w:val="3"/>
              <w:rPr>
                <w:b/>
                <w:sz w:val="24"/>
                <w:szCs w:val="24"/>
              </w:rPr>
            </w:pPr>
            <w:r w:rsidRPr="00AC63E0">
              <w:rPr>
                <w:b/>
                <w:sz w:val="24"/>
                <w:szCs w:val="24"/>
              </w:rPr>
              <w:t>Те</w:t>
            </w:r>
            <w:r w:rsidRPr="00AC63E0">
              <w:rPr>
                <w:b/>
                <w:sz w:val="24"/>
                <w:szCs w:val="24"/>
              </w:rPr>
              <w:t>х</w:t>
            </w:r>
            <w:r w:rsidRPr="00AC63E0">
              <w:rPr>
                <w:b/>
                <w:sz w:val="24"/>
                <w:szCs w:val="24"/>
              </w:rPr>
              <w:t xml:space="preserve">ника в </w:t>
            </w:r>
          </w:p>
          <w:p w:rsidR="00AC63E0" w:rsidRPr="00AC63E0" w:rsidRDefault="00291DD4" w:rsidP="00894211">
            <w:pPr>
              <w:autoSpaceDE w:val="0"/>
              <w:autoSpaceDN w:val="0"/>
              <w:adjustRightInd w:val="0"/>
              <w:ind w:left="113" w:right="113"/>
              <w:jc w:val="center"/>
              <w:outlineLvl w:val="3"/>
              <w:rPr>
                <w:b/>
                <w:sz w:val="24"/>
                <w:szCs w:val="24"/>
              </w:rPr>
            </w:pPr>
            <w:r w:rsidRPr="00AC63E0">
              <w:rPr>
                <w:b/>
                <w:sz w:val="24"/>
                <w:szCs w:val="24"/>
              </w:rPr>
              <w:t>ра</w:t>
            </w:r>
            <w:r w:rsidRPr="00AC63E0">
              <w:rPr>
                <w:b/>
                <w:sz w:val="24"/>
                <w:szCs w:val="24"/>
              </w:rPr>
              <w:t>с</w:t>
            </w:r>
            <w:r w:rsidRPr="00AC63E0">
              <w:rPr>
                <w:b/>
                <w:sz w:val="24"/>
                <w:szCs w:val="24"/>
              </w:rPr>
              <w:t xml:space="preserve">чёте </w:t>
            </w:r>
          </w:p>
          <w:p w:rsidR="00291DD4" w:rsidRPr="00AC63E0" w:rsidRDefault="00291DD4" w:rsidP="00894211">
            <w:pPr>
              <w:autoSpaceDE w:val="0"/>
              <w:autoSpaceDN w:val="0"/>
              <w:adjustRightInd w:val="0"/>
              <w:ind w:left="113" w:right="113"/>
              <w:jc w:val="center"/>
              <w:outlineLvl w:val="3"/>
              <w:rPr>
                <w:b/>
                <w:sz w:val="24"/>
                <w:szCs w:val="24"/>
              </w:rPr>
            </w:pPr>
            <w:r w:rsidRPr="00AC63E0">
              <w:rPr>
                <w:b/>
                <w:sz w:val="24"/>
                <w:szCs w:val="24"/>
              </w:rPr>
              <w:t>(вид</w:t>
            </w:r>
            <w:r w:rsidR="00AC63E0" w:rsidRPr="00AC63E0">
              <w:rPr>
                <w:b/>
                <w:sz w:val="24"/>
                <w:szCs w:val="24"/>
              </w:rPr>
              <w:t>/</w:t>
            </w:r>
            <w:r w:rsidRPr="00AC63E0">
              <w:rPr>
                <w:b/>
                <w:sz w:val="24"/>
                <w:szCs w:val="24"/>
              </w:rPr>
              <w:t>кол</w:t>
            </w:r>
            <w:r w:rsidR="00AC63E0" w:rsidRPr="00AC63E0">
              <w:rPr>
                <w:b/>
                <w:sz w:val="24"/>
                <w:szCs w:val="24"/>
              </w:rPr>
              <w:t>-</w:t>
            </w:r>
            <w:r w:rsidRPr="00AC63E0">
              <w:rPr>
                <w:b/>
                <w:sz w:val="24"/>
                <w:szCs w:val="24"/>
              </w:rPr>
              <w:t>во)</w:t>
            </w:r>
          </w:p>
        </w:tc>
        <w:tc>
          <w:tcPr>
            <w:tcW w:w="1560" w:type="dxa"/>
            <w:vMerge w:val="restart"/>
            <w:textDirection w:val="btLr"/>
            <w:vAlign w:val="center"/>
          </w:tcPr>
          <w:p w:rsidR="00AC63E0" w:rsidRPr="00AC63E0" w:rsidRDefault="00291DD4" w:rsidP="00894211">
            <w:pPr>
              <w:autoSpaceDE w:val="0"/>
              <w:autoSpaceDN w:val="0"/>
              <w:adjustRightInd w:val="0"/>
              <w:ind w:left="113" w:right="113"/>
              <w:jc w:val="center"/>
              <w:outlineLvl w:val="3"/>
              <w:rPr>
                <w:b/>
                <w:sz w:val="24"/>
                <w:szCs w:val="24"/>
              </w:rPr>
            </w:pPr>
            <w:r w:rsidRPr="00AC63E0">
              <w:rPr>
                <w:b/>
                <w:sz w:val="24"/>
                <w:szCs w:val="24"/>
              </w:rPr>
              <w:t>Те</w:t>
            </w:r>
            <w:r w:rsidRPr="00AC63E0">
              <w:rPr>
                <w:b/>
                <w:sz w:val="24"/>
                <w:szCs w:val="24"/>
              </w:rPr>
              <w:t>х</w:t>
            </w:r>
            <w:r w:rsidRPr="00AC63E0">
              <w:rPr>
                <w:b/>
                <w:sz w:val="24"/>
                <w:szCs w:val="24"/>
              </w:rPr>
              <w:t>ника в</w:t>
            </w:r>
            <w:r w:rsidR="00AC63E0" w:rsidRPr="00AC63E0">
              <w:rPr>
                <w:b/>
                <w:sz w:val="24"/>
                <w:szCs w:val="24"/>
              </w:rPr>
              <w:t xml:space="preserve"> </w:t>
            </w:r>
          </w:p>
          <w:p w:rsidR="00291DD4" w:rsidRPr="00AC63E0" w:rsidRDefault="00291DD4" w:rsidP="00894211">
            <w:pPr>
              <w:autoSpaceDE w:val="0"/>
              <w:autoSpaceDN w:val="0"/>
              <w:adjustRightInd w:val="0"/>
              <w:ind w:left="113" w:right="113"/>
              <w:jc w:val="center"/>
              <w:outlineLvl w:val="3"/>
              <w:rPr>
                <w:b/>
                <w:sz w:val="24"/>
                <w:szCs w:val="24"/>
              </w:rPr>
            </w:pPr>
            <w:r w:rsidRPr="00AC63E0">
              <w:rPr>
                <w:b/>
                <w:sz w:val="24"/>
                <w:szCs w:val="24"/>
              </w:rPr>
              <w:t>р</w:t>
            </w:r>
            <w:r w:rsidRPr="00AC63E0">
              <w:rPr>
                <w:b/>
                <w:sz w:val="24"/>
                <w:szCs w:val="24"/>
              </w:rPr>
              <w:t>е</w:t>
            </w:r>
            <w:r w:rsidRPr="00AC63E0">
              <w:rPr>
                <w:b/>
                <w:sz w:val="24"/>
                <w:szCs w:val="24"/>
              </w:rPr>
              <w:t>зерве</w:t>
            </w:r>
          </w:p>
          <w:p w:rsidR="00291DD4" w:rsidRPr="00AC63E0" w:rsidRDefault="00291DD4" w:rsidP="00894211">
            <w:pPr>
              <w:autoSpaceDE w:val="0"/>
              <w:autoSpaceDN w:val="0"/>
              <w:adjustRightInd w:val="0"/>
              <w:ind w:left="113" w:right="113"/>
              <w:jc w:val="center"/>
              <w:outlineLvl w:val="3"/>
              <w:rPr>
                <w:b/>
                <w:sz w:val="24"/>
                <w:szCs w:val="24"/>
              </w:rPr>
            </w:pPr>
            <w:r w:rsidRPr="00AC63E0">
              <w:rPr>
                <w:b/>
                <w:sz w:val="24"/>
                <w:szCs w:val="24"/>
              </w:rPr>
              <w:t>(вид</w:t>
            </w:r>
            <w:r w:rsidR="00AC63E0" w:rsidRPr="00AC63E0">
              <w:rPr>
                <w:b/>
                <w:sz w:val="24"/>
                <w:szCs w:val="24"/>
              </w:rPr>
              <w:t>/</w:t>
            </w:r>
            <w:r w:rsidRPr="00AC63E0">
              <w:rPr>
                <w:b/>
                <w:sz w:val="24"/>
                <w:szCs w:val="24"/>
              </w:rPr>
              <w:t>кол</w:t>
            </w:r>
            <w:r w:rsidR="00AC63E0" w:rsidRPr="00AC63E0">
              <w:rPr>
                <w:b/>
                <w:sz w:val="24"/>
                <w:szCs w:val="24"/>
              </w:rPr>
              <w:t>-</w:t>
            </w:r>
            <w:r w:rsidRPr="00AC63E0">
              <w:rPr>
                <w:b/>
                <w:sz w:val="24"/>
                <w:szCs w:val="24"/>
              </w:rPr>
              <w:t>во)</w:t>
            </w:r>
          </w:p>
        </w:tc>
        <w:tc>
          <w:tcPr>
            <w:tcW w:w="2835" w:type="dxa"/>
            <w:gridSpan w:val="2"/>
            <w:vAlign w:val="center"/>
          </w:tcPr>
          <w:p w:rsidR="00AC63E0" w:rsidRPr="00AC63E0" w:rsidRDefault="00291DD4" w:rsidP="00894211">
            <w:pPr>
              <w:autoSpaceDE w:val="0"/>
              <w:autoSpaceDN w:val="0"/>
              <w:adjustRightInd w:val="0"/>
              <w:jc w:val="center"/>
              <w:outlineLvl w:val="3"/>
              <w:rPr>
                <w:b/>
                <w:sz w:val="24"/>
                <w:szCs w:val="24"/>
              </w:rPr>
            </w:pPr>
            <w:r w:rsidRPr="00AC63E0">
              <w:rPr>
                <w:b/>
                <w:sz w:val="24"/>
                <w:szCs w:val="24"/>
              </w:rPr>
              <w:t xml:space="preserve">Численность </w:t>
            </w:r>
          </w:p>
          <w:p w:rsidR="00291DD4" w:rsidRPr="00AC63E0" w:rsidRDefault="00291DD4" w:rsidP="00894211">
            <w:pPr>
              <w:autoSpaceDE w:val="0"/>
              <w:autoSpaceDN w:val="0"/>
              <w:adjustRightInd w:val="0"/>
              <w:jc w:val="center"/>
              <w:outlineLvl w:val="3"/>
              <w:rPr>
                <w:b/>
                <w:sz w:val="24"/>
                <w:szCs w:val="24"/>
              </w:rPr>
            </w:pPr>
            <w:r w:rsidRPr="00AC63E0">
              <w:rPr>
                <w:b/>
                <w:sz w:val="24"/>
                <w:szCs w:val="24"/>
              </w:rPr>
              <w:t>ли</w:t>
            </w:r>
            <w:r w:rsidRPr="00AC63E0">
              <w:rPr>
                <w:b/>
                <w:sz w:val="24"/>
                <w:szCs w:val="24"/>
              </w:rPr>
              <w:t>ч</w:t>
            </w:r>
            <w:r w:rsidRPr="00AC63E0">
              <w:rPr>
                <w:b/>
                <w:sz w:val="24"/>
                <w:szCs w:val="24"/>
              </w:rPr>
              <w:t>ного состава (чел.)</w:t>
            </w:r>
          </w:p>
        </w:tc>
      </w:tr>
      <w:tr w:rsidR="00291DD4" w:rsidRPr="00AC63E0" w:rsidTr="00894211">
        <w:trPr>
          <w:trHeight w:val="1166"/>
        </w:trPr>
        <w:tc>
          <w:tcPr>
            <w:tcW w:w="1418" w:type="dxa"/>
            <w:vMerge/>
            <w:vAlign w:val="center"/>
          </w:tcPr>
          <w:p w:rsidR="00291DD4" w:rsidRPr="00AC63E0" w:rsidRDefault="00291DD4" w:rsidP="00894211">
            <w:pPr>
              <w:autoSpaceDE w:val="0"/>
              <w:autoSpaceDN w:val="0"/>
              <w:adjustRightInd w:val="0"/>
              <w:jc w:val="center"/>
              <w:outlineLvl w:val="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291DD4" w:rsidRPr="00AC63E0" w:rsidRDefault="00291DD4" w:rsidP="00894211">
            <w:pPr>
              <w:autoSpaceDE w:val="0"/>
              <w:autoSpaceDN w:val="0"/>
              <w:adjustRightInd w:val="0"/>
              <w:jc w:val="center"/>
              <w:outlineLvl w:val="3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291DD4" w:rsidRPr="00AC63E0" w:rsidRDefault="00291DD4" w:rsidP="00894211">
            <w:pPr>
              <w:autoSpaceDE w:val="0"/>
              <w:autoSpaceDN w:val="0"/>
              <w:adjustRightInd w:val="0"/>
              <w:jc w:val="center"/>
              <w:outlineLvl w:val="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91DD4" w:rsidRPr="00AC63E0" w:rsidRDefault="00291DD4" w:rsidP="00894211">
            <w:pPr>
              <w:autoSpaceDE w:val="0"/>
              <w:autoSpaceDN w:val="0"/>
              <w:adjustRightInd w:val="0"/>
              <w:jc w:val="center"/>
              <w:outlineLvl w:val="3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291DD4" w:rsidRPr="00AC63E0" w:rsidRDefault="00291DD4" w:rsidP="00894211">
            <w:pPr>
              <w:autoSpaceDE w:val="0"/>
              <w:autoSpaceDN w:val="0"/>
              <w:adjustRightInd w:val="0"/>
              <w:jc w:val="center"/>
              <w:outlineLvl w:val="3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291DD4" w:rsidRPr="00AC63E0" w:rsidRDefault="00291DD4" w:rsidP="00894211">
            <w:pPr>
              <w:autoSpaceDE w:val="0"/>
              <w:autoSpaceDN w:val="0"/>
              <w:adjustRightInd w:val="0"/>
              <w:jc w:val="center"/>
              <w:outlineLvl w:val="3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91DD4" w:rsidRPr="00AC63E0" w:rsidRDefault="00AC63E0" w:rsidP="00894211">
            <w:pPr>
              <w:autoSpaceDE w:val="0"/>
              <w:autoSpaceDN w:val="0"/>
              <w:adjustRightInd w:val="0"/>
              <w:jc w:val="center"/>
              <w:outlineLvl w:val="3"/>
              <w:rPr>
                <w:b/>
                <w:sz w:val="24"/>
                <w:szCs w:val="24"/>
              </w:rPr>
            </w:pPr>
            <w:r w:rsidRPr="00AC63E0">
              <w:rPr>
                <w:b/>
                <w:sz w:val="24"/>
                <w:szCs w:val="24"/>
              </w:rPr>
              <w:t>В</w:t>
            </w:r>
            <w:r w:rsidR="00291DD4" w:rsidRPr="00AC63E0">
              <w:rPr>
                <w:b/>
                <w:sz w:val="24"/>
                <w:szCs w:val="24"/>
              </w:rPr>
              <w:t>сего</w:t>
            </w:r>
          </w:p>
        </w:tc>
        <w:tc>
          <w:tcPr>
            <w:tcW w:w="1418" w:type="dxa"/>
            <w:vAlign w:val="center"/>
          </w:tcPr>
          <w:p w:rsidR="00291DD4" w:rsidRPr="00AC63E0" w:rsidRDefault="00AC63E0" w:rsidP="00894211">
            <w:pPr>
              <w:autoSpaceDE w:val="0"/>
              <w:autoSpaceDN w:val="0"/>
              <w:adjustRightInd w:val="0"/>
              <w:jc w:val="center"/>
              <w:outlineLvl w:val="3"/>
              <w:rPr>
                <w:b/>
                <w:sz w:val="24"/>
                <w:szCs w:val="24"/>
              </w:rPr>
            </w:pPr>
            <w:r w:rsidRPr="00AC63E0">
              <w:rPr>
                <w:b/>
                <w:sz w:val="24"/>
                <w:szCs w:val="24"/>
              </w:rPr>
              <w:t>В</w:t>
            </w:r>
            <w:r w:rsidR="00291DD4" w:rsidRPr="00AC63E0">
              <w:rPr>
                <w:b/>
                <w:sz w:val="24"/>
                <w:szCs w:val="24"/>
              </w:rPr>
              <w:t xml:space="preserve"> </w:t>
            </w:r>
            <w:r w:rsidR="00D31CFD">
              <w:rPr>
                <w:b/>
                <w:sz w:val="24"/>
                <w:szCs w:val="24"/>
              </w:rPr>
              <w:t>карауле</w:t>
            </w:r>
            <w:r w:rsidR="00291DD4" w:rsidRPr="00AC63E0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291DD4" w:rsidRPr="00AC63E0" w:rsidTr="00894211">
        <w:tc>
          <w:tcPr>
            <w:tcW w:w="10632" w:type="dxa"/>
            <w:gridSpan w:val="8"/>
          </w:tcPr>
          <w:p w:rsidR="00291DD4" w:rsidRPr="00AC63E0" w:rsidRDefault="00D31CFD" w:rsidP="008942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Подразделения пожарной охраны, дислоцированные на территории</w:t>
            </w:r>
            <w:r w:rsidR="00291DD4" w:rsidRPr="00AC63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населенного пункта</w:t>
            </w:r>
          </w:p>
        </w:tc>
      </w:tr>
      <w:tr w:rsidR="00291DD4" w:rsidRPr="00AC63E0" w:rsidTr="00894211">
        <w:tc>
          <w:tcPr>
            <w:tcW w:w="1418" w:type="dxa"/>
            <w:vAlign w:val="center"/>
          </w:tcPr>
          <w:p w:rsidR="00291DD4" w:rsidRPr="00AC63E0" w:rsidRDefault="00A040AD" w:rsidP="008942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ПЧ-50,п Нижнеа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гарск. </w:t>
            </w:r>
            <w:r w:rsidR="006E1A5C">
              <w:rPr>
                <w:rFonts w:ascii="Times New Roman" w:hAnsi="Times New Roman" w:cs="Times New Roman"/>
                <w:sz w:val="24"/>
                <w:szCs w:val="24"/>
              </w:rPr>
              <w:t>ул.Рабочая №129</w:t>
            </w:r>
          </w:p>
        </w:tc>
        <w:tc>
          <w:tcPr>
            <w:tcW w:w="992" w:type="dxa"/>
          </w:tcPr>
          <w:p w:rsidR="006E1A5C" w:rsidRDefault="006E1A5C" w:rsidP="008942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A5C" w:rsidRDefault="006E1A5C" w:rsidP="008942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A5C" w:rsidRDefault="006E1A5C" w:rsidP="008942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DD4" w:rsidRPr="00AC63E0" w:rsidRDefault="00A040AD" w:rsidP="008942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ГПС</w:t>
            </w:r>
          </w:p>
        </w:tc>
        <w:tc>
          <w:tcPr>
            <w:tcW w:w="992" w:type="dxa"/>
            <w:vAlign w:val="center"/>
          </w:tcPr>
          <w:p w:rsidR="00291DD4" w:rsidRPr="00AC63E0" w:rsidRDefault="00A040AD" w:rsidP="008942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91DD4" w:rsidRDefault="00291DD4" w:rsidP="008942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A5C" w:rsidRDefault="006E1A5C" w:rsidP="008942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A5C" w:rsidRDefault="006E1A5C" w:rsidP="008942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A5C" w:rsidRPr="00AC63E0" w:rsidRDefault="006E1A5C" w:rsidP="008942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vAlign w:val="center"/>
          </w:tcPr>
          <w:p w:rsidR="00291DD4" w:rsidRPr="00AC63E0" w:rsidRDefault="00A040AD" w:rsidP="008942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АЦ-40-131/1 АЦ 7,5-40-Урал/1</w:t>
            </w:r>
          </w:p>
        </w:tc>
        <w:tc>
          <w:tcPr>
            <w:tcW w:w="1560" w:type="dxa"/>
            <w:vAlign w:val="center"/>
          </w:tcPr>
          <w:p w:rsidR="00291DD4" w:rsidRPr="00AC63E0" w:rsidRDefault="006E1A5C" w:rsidP="0089421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Зил АРС</w:t>
            </w:r>
            <w:r w:rsidR="00A040AD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1417" w:type="dxa"/>
            <w:vAlign w:val="center"/>
          </w:tcPr>
          <w:p w:rsidR="00291DD4" w:rsidRPr="00AC63E0" w:rsidRDefault="00A040AD" w:rsidP="008942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418" w:type="dxa"/>
            <w:vAlign w:val="center"/>
          </w:tcPr>
          <w:p w:rsidR="00291DD4" w:rsidRPr="00AC63E0" w:rsidRDefault="00A040AD" w:rsidP="008942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894211" w:rsidRPr="00AC63E0" w:rsidTr="00894211">
        <w:tc>
          <w:tcPr>
            <w:tcW w:w="10632" w:type="dxa"/>
            <w:gridSpan w:val="8"/>
            <w:tcBorders>
              <w:bottom w:val="nil"/>
            </w:tcBorders>
            <w:vAlign w:val="center"/>
          </w:tcPr>
          <w:p w:rsidR="00894211" w:rsidRDefault="00894211" w:rsidP="008942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1DD4" w:rsidRPr="00AC63E0" w:rsidTr="00894211">
        <w:tc>
          <w:tcPr>
            <w:tcW w:w="10632" w:type="dxa"/>
            <w:gridSpan w:val="8"/>
            <w:tcBorders>
              <w:top w:val="nil"/>
            </w:tcBorders>
          </w:tcPr>
          <w:p w:rsidR="00385DC1" w:rsidRDefault="00D31CFD" w:rsidP="008942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067A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="00291DD4" w:rsidRPr="00B067A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одразделения пожарной охраны</w:t>
            </w:r>
            <w:r w:rsidRPr="00B067A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  <w:r w:rsidR="00385D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а также организации,</w:t>
            </w:r>
            <w:r w:rsidR="00291DD4" w:rsidRPr="00B067A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067A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привлекаемые в соответствии</w:t>
            </w:r>
          </w:p>
          <w:p w:rsidR="00291DD4" w:rsidRPr="00B067A7" w:rsidRDefault="00D31CFD" w:rsidP="008942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067A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 </w:t>
            </w:r>
            <w:r w:rsidR="00B067A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расписанием выезда</w:t>
            </w:r>
            <w:r w:rsidR="00130385" w:rsidRPr="00B067A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 пл</w:t>
            </w:r>
            <w:r w:rsidR="00130385" w:rsidRPr="00B067A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  <w:r w:rsidR="00130385" w:rsidRPr="00B067A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ном привлечения сил и средств</w:t>
            </w:r>
          </w:p>
        </w:tc>
      </w:tr>
      <w:tr w:rsidR="00894211" w:rsidRPr="00AC63E0" w:rsidTr="00894211">
        <w:tc>
          <w:tcPr>
            <w:tcW w:w="1418" w:type="dxa"/>
            <w:vAlign w:val="center"/>
          </w:tcPr>
          <w:p w:rsidR="00894211" w:rsidRDefault="00894211" w:rsidP="0089421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п.Нижнеангарск»ИП 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лайнен П.Л.</w:t>
            </w:r>
          </w:p>
        </w:tc>
        <w:tc>
          <w:tcPr>
            <w:tcW w:w="992" w:type="dxa"/>
          </w:tcPr>
          <w:p w:rsidR="00894211" w:rsidRDefault="00894211" w:rsidP="008942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ДПД</w:t>
            </w:r>
          </w:p>
        </w:tc>
        <w:tc>
          <w:tcPr>
            <w:tcW w:w="992" w:type="dxa"/>
            <w:vAlign w:val="center"/>
          </w:tcPr>
          <w:p w:rsidR="00894211" w:rsidRPr="00AC63E0" w:rsidRDefault="00894211" w:rsidP="008942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94211" w:rsidRDefault="00894211" w:rsidP="008942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vAlign w:val="center"/>
          </w:tcPr>
          <w:p w:rsidR="00894211" w:rsidRDefault="00894211" w:rsidP="008942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Зил-130 (в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довозная)</w:t>
            </w:r>
          </w:p>
        </w:tc>
        <w:tc>
          <w:tcPr>
            <w:tcW w:w="1560" w:type="dxa"/>
            <w:vAlign w:val="center"/>
          </w:tcPr>
          <w:p w:rsidR="00894211" w:rsidRDefault="00894211" w:rsidP="008942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894211" w:rsidRDefault="00894211" w:rsidP="008942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894211" w:rsidRDefault="00894211" w:rsidP="008942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291DD4" w:rsidRDefault="00291DD4" w:rsidP="00AC63E0">
      <w:pPr>
        <w:autoSpaceDE w:val="0"/>
        <w:autoSpaceDN w:val="0"/>
        <w:adjustRightInd w:val="0"/>
        <w:jc w:val="center"/>
        <w:outlineLvl w:val="3"/>
        <w:rPr>
          <w:sz w:val="24"/>
          <w:szCs w:val="24"/>
        </w:rPr>
      </w:pPr>
    </w:p>
    <w:p w:rsidR="00232E0E" w:rsidRPr="00AC63E0" w:rsidRDefault="00232E0E" w:rsidP="00AC63E0">
      <w:pPr>
        <w:autoSpaceDE w:val="0"/>
        <w:autoSpaceDN w:val="0"/>
        <w:adjustRightInd w:val="0"/>
        <w:jc w:val="center"/>
        <w:outlineLvl w:val="3"/>
        <w:rPr>
          <w:sz w:val="24"/>
          <w:szCs w:val="24"/>
        </w:rPr>
      </w:pPr>
    </w:p>
    <w:p w:rsidR="00844B59" w:rsidRDefault="00844B59" w:rsidP="00D448E4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D448E4" w:rsidRPr="00CF6A9E" w:rsidRDefault="00F30E20" w:rsidP="00D448E4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CF6A9E">
        <w:rPr>
          <w:b/>
          <w:sz w:val="28"/>
          <w:szCs w:val="28"/>
        </w:rPr>
        <w:t>Показатели и критерии</w:t>
      </w:r>
      <w:r w:rsidR="00D448E4" w:rsidRPr="00CF6A9E">
        <w:rPr>
          <w:b/>
          <w:sz w:val="28"/>
          <w:szCs w:val="28"/>
        </w:rPr>
        <w:t xml:space="preserve"> готовност</w:t>
      </w:r>
      <w:r w:rsidRPr="00CF6A9E">
        <w:rPr>
          <w:b/>
          <w:sz w:val="28"/>
          <w:szCs w:val="28"/>
        </w:rPr>
        <w:t>и</w:t>
      </w:r>
      <w:r w:rsidR="00D448E4" w:rsidRPr="00CF6A9E">
        <w:rPr>
          <w:b/>
          <w:sz w:val="28"/>
          <w:szCs w:val="28"/>
        </w:rPr>
        <w:t xml:space="preserve"> населённого пункта </w:t>
      </w:r>
    </w:p>
    <w:p w:rsidR="007D6345" w:rsidRPr="00CF6A9E" w:rsidRDefault="00CF6A9E" w:rsidP="00D448E4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CF6A9E">
        <w:rPr>
          <w:b/>
          <w:sz w:val="28"/>
          <w:szCs w:val="28"/>
        </w:rPr>
        <w:t>к климатическому сроку начала пожароопасного сезона</w:t>
      </w:r>
    </w:p>
    <w:p w:rsidR="00CF6A9E" w:rsidRPr="007D6345" w:rsidRDefault="00CF6A9E" w:rsidP="00D448E4">
      <w:pPr>
        <w:autoSpaceDE w:val="0"/>
        <w:autoSpaceDN w:val="0"/>
        <w:adjustRightInd w:val="0"/>
        <w:ind w:firstLine="540"/>
        <w:jc w:val="center"/>
        <w:rPr>
          <w:b/>
          <w:sz w:val="10"/>
          <w:szCs w:val="10"/>
        </w:rPr>
      </w:pP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663"/>
        <w:gridCol w:w="2799"/>
      </w:tblGrid>
      <w:tr w:rsidR="00D448E4" w:rsidRPr="00CC7F0B">
        <w:trPr>
          <w:tblHeader/>
        </w:trPr>
        <w:tc>
          <w:tcPr>
            <w:tcW w:w="675" w:type="dxa"/>
            <w:vAlign w:val="center"/>
          </w:tcPr>
          <w:p w:rsidR="00D448E4" w:rsidRPr="001210B8" w:rsidRDefault="00D448E4" w:rsidP="009C6AE1">
            <w:pPr>
              <w:autoSpaceDE w:val="0"/>
              <w:autoSpaceDN w:val="0"/>
              <w:adjustRightInd w:val="0"/>
              <w:ind w:right="-108" w:hanging="142"/>
              <w:jc w:val="center"/>
              <w:rPr>
                <w:b/>
                <w:sz w:val="22"/>
                <w:szCs w:val="22"/>
              </w:rPr>
            </w:pPr>
            <w:r w:rsidRPr="001210B8">
              <w:rPr>
                <w:b/>
                <w:sz w:val="22"/>
                <w:szCs w:val="22"/>
              </w:rPr>
              <w:t>№ п\п</w:t>
            </w:r>
          </w:p>
        </w:tc>
        <w:tc>
          <w:tcPr>
            <w:tcW w:w="6663" w:type="dxa"/>
            <w:vAlign w:val="center"/>
          </w:tcPr>
          <w:p w:rsidR="00D448E4" w:rsidRPr="001210B8" w:rsidRDefault="00D448E4" w:rsidP="003C17CC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26"/>
                <w:szCs w:val="26"/>
              </w:rPr>
            </w:pPr>
            <w:r w:rsidRPr="001210B8">
              <w:rPr>
                <w:b/>
                <w:sz w:val="26"/>
                <w:szCs w:val="26"/>
              </w:rPr>
              <w:t xml:space="preserve">Показатель готовности </w:t>
            </w:r>
          </w:p>
        </w:tc>
        <w:tc>
          <w:tcPr>
            <w:tcW w:w="2799" w:type="dxa"/>
            <w:vAlign w:val="center"/>
          </w:tcPr>
          <w:p w:rsidR="00D448E4" w:rsidRDefault="00D448E4" w:rsidP="009C6AE1">
            <w:pPr>
              <w:autoSpaceDE w:val="0"/>
              <w:autoSpaceDN w:val="0"/>
              <w:adjustRightInd w:val="0"/>
              <w:ind w:right="-108" w:hanging="108"/>
              <w:jc w:val="center"/>
              <w:rPr>
                <w:b/>
                <w:sz w:val="26"/>
                <w:szCs w:val="26"/>
              </w:rPr>
            </w:pPr>
            <w:r w:rsidRPr="001210B8">
              <w:rPr>
                <w:b/>
                <w:sz w:val="26"/>
                <w:szCs w:val="26"/>
              </w:rPr>
              <w:t>Критерий готовности</w:t>
            </w:r>
          </w:p>
          <w:p w:rsidR="0015381F" w:rsidRPr="001210B8" w:rsidRDefault="0015381F" w:rsidP="009C6AE1">
            <w:pPr>
              <w:autoSpaceDE w:val="0"/>
              <w:autoSpaceDN w:val="0"/>
              <w:adjustRightInd w:val="0"/>
              <w:ind w:right="-108" w:hanging="108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(имеется/отсутствует)</w:t>
            </w:r>
          </w:p>
        </w:tc>
      </w:tr>
      <w:tr w:rsidR="00D448E4" w:rsidRPr="00CC7F0B">
        <w:tc>
          <w:tcPr>
            <w:tcW w:w="675" w:type="dxa"/>
          </w:tcPr>
          <w:p w:rsidR="00D448E4" w:rsidRPr="00CC7F0B" w:rsidRDefault="00D448E4" w:rsidP="00CC7F0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C7F0B">
              <w:rPr>
                <w:sz w:val="26"/>
                <w:szCs w:val="26"/>
              </w:rPr>
              <w:t>1</w:t>
            </w:r>
          </w:p>
        </w:tc>
        <w:tc>
          <w:tcPr>
            <w:tcW w:w="6663" w:type="dxa"/>
          </w:tcPr>
          <w:p w:rsidR="00D448E4" w:rsidRPr="00CC7F0B" w:rsidRDefault="00D448E4" w:rsidP="004D5FD0">
            <w:pPr>
              <w:autoSpaceDE w:val="0"/>
              <w:autoSpaceDN w:val="0"/>
              <w:adjustRightInd w:val="0"/>
              <w:ind w:firstLine="176"/>
              <w:jc w:val="both"/>
              <w:rPr>
                <w:sz w:val="26"/>
                <w:szCs w:val="26"/>
              </w:rPr>
            </w:pPr>
            <w:r w:rsidRPr="00CC7F0B">
              <w:rPr>
                <w:sz w:val="26"/>
                <w:szCs w:val="26"/>
              </w:rPr>
              <w:t>Противопожарный разрыв установленной ширины на всей протяжённости участка</w:t>
            </w:r>
            <w:r w:rsidR="00894211">
              <w:rPr>
                <w:sz w:val="26"/>
                <w:szCs w:val="26"/>
              </w:rPr>
              <w:t xml:space="preserve"> </w:t>
            </w:r>
            <w:r w:rsidRPr="00CC7F0B">
              <w:rPr>
                <w:sz w:val="26"/>
                <w:szCs w:val="26"/>
              </w:rPr>
              <w:t>(ов) границы населённ</w:t>
            </w:r>
            <w:r w:rsidRPr="00CC7F0B">
              <w:rPr>
                <w:sz w:val="26"/>
                <w:szCs w:val="26"/>
              </w:rPr>
              <w:t>о</w:t>
            </w:r>
            <w:r w:rsidRPr="00CC7F0B">
              <w:rPr>
                <w:sz w:val="26"/>
                <w:szCs w:val="26"/>
              </w:rPr>
              <w:t xml:space="preserve">го пункта с лесным </w:t>
            </w:r>
            <w:r w:rsidR="004D5FD0">
              <w:rPr>
                <w:sz w:val="26"/>
                <w:szCs w:val="26"/>
              </w:rPr>
              <w:t>участком</w:t>
            </w:r>
            <w:r w:rsidRPr="00CC7F0B">
              <w:rPr>
                <w:sz w:val="26"/>
                <w:szCs w:val="26"/>
              </w:rPr>
              <w:t xml:space="preserve"> </w:t>
            </w:r>
          </w:p>
        </w:tc>
        <w:tc>
          <w:tcPr>
            <w:tcW w:w="2799" w:type="dxa"/>
          </w:tcPr>
          <w:p w:rsidR="00D448E4" w:rsidRPr="00CC7F0B" w:rsidRDefault="00625083" w:rsidP="00CC7F0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имеется</w:t>
            </w:r>
          </w:p>
        </w:tc>
      </w:tr>
      <w:tr w:rsidR="00D448E4" w:rsidRPr="00CC7F0B">
        <w:tc>
          <w:tcPr>
            <w:tcW w:w="675" w:type="dxa"/>
          </w:tcPr>
          <w:p w:rsidR="00D448E4" w:rsidRPr="00CC7F0B" w:rsidRDefault="00CE4B93" w:rsidP="00CC7F0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C7F0B">
              <w:rPr>
                <w:sz w:val="26"/>
                <w:szCs w:val="26"/>
              </w:rPr>
              <w:t>2</w:t>
            </w:r>
          </w:p>
        </w:tc>
        <w:tc>
          <w:tcPr>
            <w:tcW w:w="6663" w:type="dxa"/>
          </w:tcPr>
          <w:p w:rsidR="00D448E4" w:rsidRPr="00CC7F0B" w:rsidRDefault="00611BF0" w:rsidP="004D5FD0">
            <w:pPr>
              <w:autoSpaceDE w:val="0"/>
              <w:autoSpaceDN w:val="0"/>
              <w:adjustRightInd w:val="0"/>
              <w:ind w:firstLine="176"/>
              <w:jc w:val="both"/>
              <w:rPr>
                <w:sz w:val="26"/>
                <w:szCs w:val="26"/>
              </w:rPr>
            </w:pPr>
            <w:r w:rsidRPr="00CC7F0B">
              <w:rPr>
                <w:sz w:val="26"/>
                <w:szCs w:val="26"/>
              </w:rPr>
              <w:t>Минерализованная полоса установленной ширины на всей протяжённости участка(ов) границы населённ</w:t>
            </w:r>
            <w:r w:rsidRPr="00CC7F0B">
              <w:rPr>
                <w:sz w:val="26"/>
                <w:szCs w:val="26"/>
              </w:rPr>
              <w:t>о</w:t>
            </w:r>
            <w:r w:rsidRPr="00CC7F0B">
              <w:rPr>
                <w:sz w:val="26"/>
                <w:szCs w:val="26"/>
              </w:rPr>
              <w:t xml:space="preserve">го пункта с лесным </w:t>
            </w:r>
            <w:r w:rsidR="004D5FD0">
              <w:rPr>
                <w:sz w:val="26"/>
                <w:szCs w:val="26"/>
              </w:rPr>
              <w:t>участком</w:t>
            </w:r>
          </w:p>
        </w:tc>
        <w:tc>
          <w:tcPr>
            <w:tcW w:w="2799" w:type="dxa"/>
          </w:tcPr>
          <w:p w:rsidR="00D448E4" w:rsidRPr="00CC7F0B" w:rsidRDefault="002C48AC" w:rsidP="00CC7F0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имеется</w:t>
            </w:r>
          </w:p>
        </w:tc>
      </w:tr>
      <w:tr w:rsidR="0074754C" w:rsidRPr="00CC7F0B">
        <w:tc>
          <w:tcPr>
            <w:tcW w:w="675" w:type="dxa"/>
          </w:tcPr>
          <w:p w:rsidR="0074754C" w:rsidRPr="00CC7F0B" w:rsidRDefault="0074754C" w:rsidP="00B75DD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C7F0B">
              <w:rPr>
                <w:sz w:val="26"/>
                <w:szCs w:val="26"/>
              </w:rPr>
              <w:t>3</w:t>
            </w:r>
          </w:p>
        </w:tc>
        <w:tc>
          <w:tcPr>
            <w:tcW w:w="6663" w:type="dxa"/>
          </w:tcPr>
          <w:p w:rsidR="0074754C" w:rsidRPr="00CC7F0B" w:rsidRDefault="0074754C" w:rsidP="00CC7F0B">
            <w:pPr>
              <w:autoSpaceDE w:val="0"/>
              <w:autoSpaceDN w:val="0"/>
              <w:adjustRightInd w:val="0"/>
              <w:ind w:firstLine="176"/>
              <w:jc w:val="both"/>
              <w:rPr>
                <w:sz w:val="26"/>
                <w:szCs w:val="26"/>
              </w:rPr>
            </w:pPr>
            <w:r w:rsidRPr="000B3F77">
              <w:rPr>
                <w:sz w:val="26"/>
                <w:szCs w:val="26"/>
              </w:rPr>
              <w:t>Организация своевременной очистки территории нас</w:t>
            </w:r>
            <w:r w:rsidRPr="000B3F77">
              <w:rPr>
                <w:sz w:val="26"/>
                <w:szCs w:val="26"/>
              </w:rPr>
              <w:t>е</w:t>
            </w:r>
            <w:r w:rsidRPr="000B3F77">
              <w:rPr>
                <w:sz w:val="26"/>
                <w:szCs w:val="26"/>
              </w:rPr>
              <w:t xml:space="preserve">ленного пункта </w:t>
            </w:r>
            <w:r w:rsidR="00F55E64">
              <w:rPr>
                <w:sz w:val="26"/>
                <w:szCs w:val="26"/>
              </w:rPr>
              <w:t xml:space="preserve">и минерализованной полосы </w:t>
            </w:r>
            <w:r w:rsidRPr="000B3F77">
              <w:rPr>
                <w:sz w:val="26"/>
                <w:szCs w:val="26"/>
              </w:rPr>
              <w:t>от горючих отходов, мусора, тары, опавших листьев, сухой тр</w:t>
            </w:r>
            <w:r w:rsidRPr="000B3F77">
              <w:rPr>
                <w:sz w:val="26"/>
                <w:szCs w:val="26"/>
              </w:rPr>
              <w:t>а</w:t>
            </w:r>
            <w:r w:rsidRPr="000B3F77">
              <w:rPr>
                <w:sz w:val="26"/>
                <w:szCs w:val="26"/>
              </w:rPr>
              <w:t>вы и т.п.</w:t>
            </w:r>
          </w:p>
        </w:tc>
        <w:tc>
          <w:tcPr>
            <w:tcW w:w="2799" w:type="dxa"/>
          </w:tcPr>
          <w:p w:rsidR="0074754C" w:rsidRPr="00CC7F0B" w:rsidRDefault="00C91A19" w:rsidP="00CC7F0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имеется</w:t>
            </w:r>
          </w:p>
        </w:tc>
      </w:tr>
      <w:tr w:rsidR="0074754C" w:rsidRPr="00CC7F0B">
        <w:tc>
          <w:tcPr>
            <w:tcW w:w="675" w:type="dxa"/>
          </w:tcPr>
          <w:p w:rsidR="0074754C" w:rsidRPr="00CC7F0B" w:rsidRDefault="0074754C" w:rsidP="00B75DD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C7F0B">
              <w:rPr>
                <w:sz w:val="26"/>
                <w:szCs w:val="26"/>
              </w:rPr>
              <w:t>4</w:t>
            </w:r>
          </w:p>
        </w:tc>
        <w:tc>
          <w:tcPr>
            <w:tcW w:w="6663" w:type="dxa"/>
          </w:tcPr>
          <w:p w:rsidR="0074754C" w:rsidRPr="00CC7F0B" w:rsidRDefault="00D06625" w:rsidP="00D06625">
            <w:pPr>
              <w:autoSpaceDE w:val="0"/>
              <w:autoSpaceDN w:val="0"/>
              <w:adjustRightInd w:val="0"/>
              <w:ind w:firstLine="17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Исправная з</w:t>
            </w:r>
            <w:r w:rsidR="0074754C" w:rsidRPr="00CC7F0B">
              <w:rPr>
                <w:sz w:val="26"/>
                <w:szCs w:val="26"/>
              </w:rPr>
              <w:t>вуковая система оповещения населения о чрезвычайной с</w:t>
            </w:r>
            <w:r w:rsidR="0074754C" w:rsidRPr="00CC7F0B">
              <w:rPr>
                <w:sz w:val="26"/>
                <w:szCs w:val="26"/>
              </w:rPr>
              <w:t>и</w:t>
            </w:r>
            <w:r w:rsidR="0074754C" w:rsidRPr="00CC7F0B">
              <w:rPr>
                <w:sz w:val="26"/>
                <w:szCs w:val="26"/>
              </w:rPr>
              <w:t>туации</w:t>
            </w:r>
          </w:p>
        </w:tc>
        <w:tc>
          <w:tcPr>
            <w:tcW w:w="2799" w:type="dxa"/>
          </w:tcPr>
          <w:p w:rsidR="0074754C" w:rsidRPr="00CC7F0B" w:rsidRDefault="00894211" w:rsidP="0089421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имеется</w:t>
            </w:r>
          </w:p>
        </w:tc>
      </w:tr>
      <w:tr w:rsidR="0074754C" w:rsidRPr="00CC7F0B">
        <w:tc>
          <w:tcPr>
            <w:tcW w:w="675" w:type="dxa"/>
          </w:tcPr>
          <w:p w:rsidR="0074754C" w:rsidRPr="00CC7F0B" w:rsidRDefault="0074754C" w:rsidP="00B75DD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C7F0B">
              <w:rPr>
                <w:sz w:val="26"/>
                <w:szCs w:val="26"/>
              </w:rPr>
              <w:t>5</w:t>
            </w:r>
          </w:p>
        </w:tc>
        <w:tc>
          <w:tcPr>
            <w:tcW w:w="6663" w:type="dxa"/>
          </w:tcPr>
          <w:p w:rsidR="0074754C" w:rsidRPr="00CC7F0B" w:rsidRDefault="0074754C" w:rsidP="00CC7F0B">
            <w:pPr>
              <w:autoSpaceDE w:val="0"/>
              <w:autoSpaceDN w:val="0"/>
              <w:adjustRightInd w:val="0"/>
              <w:ind w:firstLine="176"/>
              <w:jc w:val="both"/>
              <w:rPr>
                <w:sz w:val="26"/>
                <w:szCs w:val="26"/>
              </w:rPr>
            </w:pPr>
            <w:r w:rsidRPr="00CC7F0B">
              <w:rPr>
                <w:sz w:val="26"/>
                <w:szCs w:val="26"/>
              </w:rPr>
              <w:t>Исправная телефонная или радиосвязь для соо</w:t>
            </w:r>
            <w:r w:rsidRPr="00CC7F0B">
              <w:rPr>
                <w:sz w:val="26"/>
                <w:szCs w:val="26"/>
              </w:rPr>
              <w:t>б</w:t>
            </w:r>
            <w:r w:rsidRPr="00CC7F0B">
              <w:rPr>
                <w:sz w:val="26"/>
                <w:szCs w:val="26"/>
              </w:rPr>
              <w:t xml:space="preserve">щения о пожаре </w:t>
            </w:r>
          </w:p>
        </w:tc>
        <w:tc>
          <w:tcPr>
            <w:tcW w:w="2799" w:type="dxa"/>
          </w:tcPr>
          <w:p w:rsidR="0074754C" w:rsidRPr="00CC7F0B" w:rsidRDefault="00C91A19" w:rsidP="00CC7F0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имеется</w:t>
            </w:r>
          </w:p>
        </w:tc>
      </w:tr>
      <w:tr w:rsidR="0074754C" w:rsidRPr="00CC7F0B">
        <w:tc>
          <w:tcPr>
            <w:tcW w:w="675" w:type="dxa"/>
          </w:tcPr>
          <w:p w:rsidR="0074754C" w:rsidRPr="00CC7F0B" w:rsidRDefault="0074754C" w:rsidP="00B75DD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C7F0B">
              <w:rPr>
                <w:sz w:val="26"/>
                <w:szCs w:val="26"/>
              </w:rPr>
              <w:t>6</w:t>
            </w:r>
          </w:p>
        </w:tc>
        <w:tc>
          <w:tcPr>
            <w:tcW w:w="6663" w:type="dxa"/>
          </w:tcPr>
          <w:p w:rsidR="0074754C" w:rsidRPr="00CC7F0B" w:rsidRDefault="0074754C" w:rsidP="00C230F2">
            <w:pPr>
              <w:autoSpaceDE w:val="0"/>
              <w:autoSpaceDN w:val="0"/>
              <w:adjustRightInd w:val="0"/>
              <w:ind w:firstLine="176"/>
              <w:jc w:val="both"/>
              <w:rPr>
                <w:sz w:val="26"/>
                <w:szCs w:val="26"/>
              </w:rPr>
            </w:pPr>
            <w:r w:rsidRPr="00CC7F0B">
              <w:rPr>
                <w:sz w:val="26"/>
                <w:szCs w:val="26"/>
              </w:rPr>
              <w:t>Естественные и искусственные водоемы, используемые для целей наружного пожаротушения, отвечающие уст</w:t>
            </w:r>
            <w:r w:rsidRPr="00CC7F0B">
              <w:rPr>
                <w:sz w:val="26"/>
                <w:szCs w:val="26"/>
              </w:rPr>
              <w:t>а</w:t>
            </w:r>
            <w:r w:rsidRPr="00CC7F0B">
              <w:rPr>
                <w:sz w:val="26"/>
                <w:szCs w:val="26"/>
              </w:rPr>
              <w:t>новленным требованиям пожарной безопасности</w:t>
            </w:r>
          </w:p>
        </w:tc>
        <w:tc>
          <w:tcPr>
            <w:tcW w:w="2799" w:type="dxa"/>
          </w:tcPr>
          <w:p w:rsidR="0074754C" w:rsidRPr="00CC7F0B" w:rsidRDefault="00320C0F" w:rsidP="00CC7F0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имеется</w:t>
            </w:r>
          </w:p>
        </w:tc>
      </w:tr>
      <w:tr w:rsidR="003D2D82" w:rsidRPr="00CC7F0B">
        <w:tc>
          <w:tcPr>
            <w:tcW w:w="675" w:type="dxa"/>
          </w:tcPr>
          <w:p w:rsidR="003D2D82" w:rsidRPr="00CC7F0B" w:rsidRDefault="003D2D82" w:rsidP="00B75DD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C7F0B">
              <w:rPr>
                <w:sz w:val="26"/>
                <w:szCs w:val="26"/>
              </w:rPr>
              <w:t>7</w:t>
            </w:r>
          </w:p>
        </w:tc>
        <w:tc>
          <w:tcPr>
            <w:tcW w:w="6663" w:type="dxa"/>
          </w:tcPr>
          <w:p w:rsidR="003D2D82" w:rsidRPr="007D6345" w:rsidRDefault="003D2D82" w:rsidP="007D6345">
            <w:pPr>
              <w:autoSpaceDE w:val="0"/>
              <w:autoSpaceDN w:val="0"/>
              <w:adjustRightInd w:val="0"/>
              <w:ind w:firstLine="176"/>
              <w:jc w:val="both"/>
              <w:rPr>
                <w:sz w:val="26"/>
                <w:szCs w:val="26"/>
              </w:rPr>
            </w:pPr>
            <w:r w:rsidRPr="007D6345">
              <w:rPr>
                <w:sz w:val="26"/>
                <w:szCs w:val="26"/>
              </w:rPr>
              <w:t>Источники наружного противопожарного водоснабж</w:t>
            </w:r>
            <w:r w:rsidRPr="007D6345">
              <w:rPr>
                <w:sz w:val="26"/>
                <w:szCs w:val="26"/>
              </w:rPr>
              <w:t>е</w:t>
            </w:r>
            <w:r w:rsidRPr="007D6345">
              <w:rPr>
                <w:sz w:val="26"/>
                <w:szCs w:val="26"/>
              </w:rPr>
              <w:lastRenderedPageBreak/>
              <w:t>ния</w:t>
            </w:r>
            <w:r w:rsidR="007D6345" w:rsidRPr="007D6345">
              <w:rPr>
                <w:sz w:val="26"/>
                <w:szCs w:val="26"/>
              </w:rPr>
              <w:t xml:space="preserve"> (пожарные гидранты, реки, озера, пруды</w:t>
            </w:r>
            <w:r w:rsidR="00EF54F5">
              <w:rPr>
                <w:sz w:val="26"/>
                <w:szCs w:val="26"/>
              </w:rPr>
              <w:t>,</w:t>
            </w:r>
            <w:r w:rsidR="007D6345">
              <w:rPr>
                <w:sz w:val="26"/>
                <w:szCs w:val="26"/>
              </w:rPr>
              <w:t xml:space="preserve"> бассейны, градирни и т.п</w:t>
            </w:r>
            <w:r w:rsidR="007D6345" w:rsidRPr="007D6345">
              <w:rPr>
                <w:sz w:val="26"/>
                <w:szCs w:val="26"/>
              </w:rPr>
              <w:t>)</w:t>
            </w:r>
            <w:r w:rsidRPr="007D6345">
              <w:rPr>
                <w:sz w:val="26"/>
                <w:szCs w:val="26"/>
              </w:rPr>
              <w:t>, отвечающие установленным требован</w:t>
            </w:r>
            <w:r w:rsidRPr="007D6345">
              <w:rPr>
                <w:sz w:val="26"/>
                <w:szCs w:val="26"/>
              </w:rPr>
              <w:t>и</w:t>
            </w:r>
            <w:r w:rsidRPr="007D6345">
              <w:rPr>
                <w:sz w:val="26"/>
                <w:szCs w:val="26"/>
              </w:rPr>
              <w:t>ям</w:t>
            </w:r>
            <w:r w:rsidR="007D6345">
              <w:rPr>
                <w:sz w:val="26"/>
                <w:szCs w:val="26"/>
              </w:rPr>
              <w:t xml:space="preserve"> пожарной безопасности</w:t>
            </w:r>
            <w:r w:rsidRPr="007D6345">
              <w:rPr>
                <w:sz w:val="26"/>
                <w:szCs w:val="26"/>
              </w:rPr>
              <w:t>, расположенные в пределах 500 м от любого строения населенн</w:t>
            </w:r>
            <w:r w:rsidRPr="007D6345">
              <w:rPr>
                <w:sz w:val="26"/>
                <w:szCs w:val="26"/>
              </w:rPr>
              <w:t>о</w:t>
            </w:r>
            <w:r w:rsidRPr="007D6345">
              <w:rPr>
                <w:sz w:val="26"/>
                <w:szCs w:val="26"/>
              </w:rPr>
              <w:t>го пункта</w:t>
            </w:r>
          </w:p>
        </w:tc>
        <w:tc>
          <w:tcPr>
            <w:tcW w:w="2799" w:type="dxa"/>
          </w:tcPr>
          <w:p w:rsidR="003D2D82" w:rsidRPr="00CC7F0B" w:rsidRDefault="00A040AD" w:rsidP="00CC7F0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имеется</w:t>
            </w:r>
          </w:p>
        </w:tc>
      </w:tr>
      <w:tr w:rsidR="003D2D82" w:rsidRPr="00CC7F0B">
        <w:tc>
          <w:tcPr>
            <w:tcW w:w="675" w:type="dxa"/>
          </w:tcPr>
          <w:p w:rsidR="003D2D82" w:rsidRPr="00CC7F0B" w:rsidRDefault="003D2D82" w:rsidP="00B75DD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C7F0B">
              <w:rPr>
                <w:sz w:val="26"/>
                <w:szCs w:val="26"/>
              </w:rPr>
              <w:lastRenderedPageBreak/>
              <w:t>8</w:t>
            </w:r>
          </w:p>
        </w:tc>
        <w:tc>
          <w:tcPr>
            <w:tcW w:w="6663" w:type="dxa"/>
          </w:tcPr>
          <w:p w:rsidR="003D2D82" w:rsidRPr="00CC7F0B" w:rsidRDefault="003D2D82" w:rsidP="00EF54F5">
            <w:pPr>
              <w:autoSpaceDE w:val="0"/>
              <w:autoSpaceDN w:val="0"/>
              <w:adjustRightInd w:val="0"/>
              <w:ind w:firstLine="176"/>
              <w:jc w:val="both"/>
              <w:rPr>
                <w:sz w:val="26"/>
                <w:szCs w:val="26"/>
              </w:rPr>
            </w:pPr>
            <w:r w:rsidRPr="00CC7F0B">
              <w:rPr>
                <w:sz w:val="26"/>
                <w:szCs w:val="26"/>
              </w:rPr>
              <w:t>Подъезды по дорогам с твердым покрытием к источн</w:t>
            </w:r>
            <w:r w:rsidRPr="00CC7F0B">
              <w:rPr>
                <w:sz w:val="26"/>
                <w:szCs w:val="26"/>
              </w:rPr>
              <w:t>и</w:t>
            </w:r>
            <w:r w:rsidRPr="00CC7F0B">
              <w:rPr>
                <w:sz w:val="26"/>
                <w:szCs w:val="26"/>
              </w:rPr>
              <w:t>кам противопожарного водоснабжения</w:t>
            </w:r>
            <w:r w:rsidR="00EF54F5">
              <w:rPr>
                <w:sz w:val="26"/>
                <w:szCs w:val="26"/>
              </w:rPr>
              <w:t>, жилым зданиям и прочим</w:t>
            </w:r>
            <w:r>
              <w:rPr>
                <w:sz w:val="26"/>
                <w:szCs w:val="26"/>
              </w:rPr>
              <w:t xml:space="preserve"> строениям</w:t>
            </w:r>
          </w:p>
        </w:tc>
        <w:tc>
          <w:tcPr>
            <w:tcW w:w="2799" w:type="dxa"/>
          </w:tcPr>
          <w:p w:rsidR="003D2D82" w:rsidRPr="00CC7F0B" w:rsidRDefault="00C91A19" w:rsidP="00CC7F0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Имеется</w:t>
            </w:r>
          </w:p>
        </w:tc>
      </w:tr>
      <w:tr w:rsidR="003D2D82" w:rsidRPr="00CC7F0B">
        <w:tc>
          <w:tcPr>
            <w:tcW w:w="675" w:type="dxa"/>
          </w:tcPr>
          <w:p w:rsidR="003D2D82" w:rsidRPr="00CC7F0B" w:rsidRDefault="003D2D82" w:rsidP="00B75DD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C7F0B">
              <w:rPr>
                <w:sz w:val="26"/>
                <w:szCs w:val="26"/>
              </w:rPr>
              <w:t>9</w:t>
            </w:r>
          </w:p>
        </w:tc>
        <w:tc>
          <w:tcPr>
            <w:tcW w:w="6663" w:type="dxa"/>
          </w:tcPr>
          <w:p w:rsidR="003D2D82" w:rsidRPr="00CC7F0B" w:rsidRDefault="003D2D82" w:rsidP="005410A4">
            <w:pPr>
              <w:autoSpaceDE w:val="0"/>
              <w:autoSpaceDN w:val="0"/>
              <w:adjustRightInd w:val="0"/>
              <w:ind w:firstLine="176"/>
              <w:jc w:val="both"/>
              <w:rPr>
                <w:sz w:val="26"/>
                <w:szCs w:val="26"/>
              </w:rPr>
            </w:pPr>
            <w:r w:rsidRPr="00CC7F0B">
              <w:rPr>
                <w:sz w:val="26"/>
                <w:szCs w:val="26"/>
              </w:rPr>
              <w:t>Площадки (пирсы) у всех источников противопожарн</w:t>
            </w:r>
            <w:r w:rsidRPr="00CC7F0B">
              <w:rPr>
                <w:sz w:val="26"/>
                <w:szCs w:val="26"/>
              </w:rPr>
              <w:t>о</w:t>
            </w:r>
            <w:r w:rsidRPr="00CC7F0B">
              <w:rPr>
                <w:sz w:val="26"/>
                <w:szCs w:val="26"/>
              </w:rPr>
              <w:t>го водоснабжения, отвечающие требованиям по устано</w:t>
            </w:r>
            <w:r w:rsidRPr="00CC7F0B">
              <w:rPr>
                <w:sz w:val="26"/>
                <w:szCs w:val="26"/>
              </w:rPr>
              <w:t>в</w:t>
            </w:r>
            <w:r w:rsidRPr="00CC7F0B">
              <w:rPr>
                <w:sz w:val="26"/>
                <w:szCs w:val="26"/>
              </w:rPr>
              <w:t xml:space="preserve">ке на них пожарных автомобилей для забора воды </w:t>
            </w:r>
            <w:r w:rsidR="005410A4">
              <w:rPr>
                <w:sz w:val="26"/>
                <w:szCs w:val="26"/>
              </w:rPr>
              <w:t>для</w:t>
            </w:r>
            <w:r w:rsidRPr="00CC7F0B">
              <w:rPr>
                <w:sz w:val="26"/>
                <w:szCs w:val="26"/>
              </w:rPr>
              <w:t xml:space="preserve"> ц</w:t>
            </w:r>
            <w:r w:rsidRPr="00CC7F0B">
              <w:rPr>
                <w:sz w:val="26"/>
                <w:szCs w:val="26"/>
              </w:rPr>
              <w:t>е</w:t>
            </w:r>
            <w:r w:rsidRPr="00CC7F0B">
              <w:rPr>
                <w:sz w:val="26"/>
                <w:szCs w:val="26"/>
              </w:rPr>
              <w:t>л</w:t>
            </w:r>
            <w:r w:rsidR="005410A4">
              <w:rPr>
                <w:sz w:val="26"/>
                <w:szCs w:val="26"/>
              </w:rPr>
              <w:t>ей</w:t>
            </w:r>
            <w:r w:rsidRPr="00CC7F0B">
              <w:rPr>
                <w:sz w:val="26"/>
                <w:szCs w:val="26"/>
              </w:rPr>
              <w:t xml:space="preserve"> пожаротушения </w:t>
            </w:r>
          </w:p>
        </w:tc>
        <w:tc>
          <w:tcPr>
            <w:tcW w:w="2799" w:type="dxa"/>
          </w:tcPr>
          <w:p w:rsidR="003D2D82" w:rsidRPr="00CC7F0B" w:rsidRDefault="00A040AD" w:rsidP="00CC7F0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Имеется</w:t>
            </w:r>
            <w:r w:rsidR="00320C0F">
              <w:rPr>
                <w:sz w:val="26"/>
                <w:szCs w:val="26"/>
              </w:rPr>
              <w:t xml:space="preserve"> </w:t>
            </w:r>
          </w:p>
        </w:tc>
      </w:tr>
      <w:tr w:rsidR="003D2D82" w:rsidRPr="00CC7F0B">
        <w:tc>
          <w:tcPr>
            <w:tcW w:w="675" w:type="dxa"/>
          </w:tcPr>
          <w:p w:rsidR="003D2D82" w:rsidRPr="00CC7F0B" w:rsidRDefault="003D2D82" w:rsidP="00B75DD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6663" w:type="dxa"/>
          </w:tcPr>
          <w:p w:rsidR="003D2D82" w:rsidRPr="00CC7F0B" w:rsidRDefault="003D2D82" w:rsidP="00C230F2">
            <w:pPr>
              <w:autoSpaceDE w:val="0"/>
              <w:autoSpaceDN w:val="0"/>
              <w:adjustRightInd w:val="0"/>
              <w:ind w:firstLine="176"/>
              <w:jc w:val="both"/>
              <w:rPr>
                <w:sz w:val="26"/>
                <w:szCs w:val="26"/>
              </w:rPr>
            </w:pPr>
            <w:r w:rsidRPr="00CC7F0B">
              <w:rPr>
                <w:sz w:val="26"/>
                <w:szCs w:val="26"/>
              </w:rPr>
              <w:t>Пожарные гидранты, отвечающие установленным тр</w:t>
            </w:r>
            <w:r w:rsidRPr="00CC7F0B">
              <w:rPr>
                <w:sz w:val="26"/>
                <w:szCs w:val="26"/>
              </w:rPr>
              <w:t>е</w:t>
            </w:r>
            <w:r w:rsidRPr="00CC7F0B">
              <w:rPr>
                <w:sz w:val="26"/>
                <w:szCs w:val="26"/>
              </w:rPr>
              <w:t xml:space="preserve">бованиям </w:t>
            </w:r>
            <w:r w:rsidR="007D6345">
              <w:rPr>
                <w:sz w:val="26"/>
                <w:szCs w:val="26"/>
              </w:rPr>
              <w:t>пожарной безопасности</w:t>
            </w:r>
            <w:r w:rsidR="007D6345" w:rsidRPr="00CC7F0B">
              <w:rPr>
                <w:sz w:val="26"/>
                <w:szCs w:val="26"/>
              </w:rPr>
              <w:t xml:space="preserve"> </w:t>
            </w:r>
            <w:r w:rsidRPr="00CC7F0B">
              <w:rPr>
                <w:sz w:val="26"/>
                <w:szCs w:val="26"/>
              </w:rPr>
              <w:t xml:space="preserve">и прошедшие проверку работоспособности </w:t>
            </w:r>
            <w:r w:rsidR="00CF6A9E" w:rsidRPr="00CF6A9E">
              <w:rPr>
                <w:sz w:val="26"/>
                <w:szCs w:val="26"/>
              </w:rPr>
              <w:t>к климатическому сроку начала п</w:t>
            </w:r>
            <w:r w:rsidR="00CF6A9E" w:rsidRPr="00CF6A9E">
              <w:rPr>
                <w:sz w:val="26"/>
                <w:szCs w:val="26"/>
              </w:rPr>
              <w:t>о</w:t>
            </w:r>
            <w:r w:rsidR="00CF6A9E" w:rsidRPr="00CF6A9E">
              <w:rPr>
                <w:sz w:val="26"/>
                <w:szCs w:val="26"/>
              </w:rPr>
              <w:t>жароопасного сезона</w:t>
            </w:r>
          </w:p>
        </w:tc>
        <w:tc>
          <w:tcPr>
            <w:tcW w:w="2799" w:type="dxa"/>
          </w:tcPr>
          <w:p w:rsidR="003D2D82" w:rsidRPr="00CC7F0B" w:rsidRDefault="00894211" w:rsidP="002C48A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имеются</w:t>
            </w:r>
            <w:r w:rsidR="007C7B99">
              <w:rPr>
                <w:sz w:val="26"/>
                <w:szCs w:val="26"/>
              </w:rPr>
              <w:t xml:space="preserve"> </w:t>
            </w:r>
          </w:p>
        </w:tc>
      </w:tr>
      <w:tr w:rsidR="003D2D82" w:rsidRPr="00CC7F0B">
        <w:tc>
          <w:tcPr>
            <w:tcW w:w="675" w:type="dxa"/>
          </w:tcPr>
          <w:p w:rsidR="003D2D82" w:rsidRDefault="003D2D82" w:rsidP="00B75DD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6663" w:type="dxa"/>
          </w:tcPr>
          <w:p w:rsidR="003D2D82" w:rsidRPr="00CC7F0B" w:rsidRDefault="003D2D82" w:rsidP="00C230F2">
            <w:pPr>
              <w:autoSpaceDE w:val="0"/>
              <w:autoSpaceDN w:val="0"/>
              <w:adjustRightInd w:val="0"/>
              <w:ind w:firstLine="176"/>
              <w:jc w:val="both"/>
              <w:rPr>
                <w:sz w:val="26"/>
                <w:szCs w:val="26"/>
              </w:rPr>
            </w:pPr>
            <w:r w:rsidRPr="00CC7F0B">
              <w:rPr>
                <w:sz w:val="26"/>
                <w:szCs w:val="26"/>
              </w:rPr>
              <w:t>Указатели пожарных гидрантов и других источников противопожарного водоснабжения, а также н</w:t>
            </w:r>
            <w:r w:rsidRPr="00CC7F0B">
              <w:rPr>
                <w:sz w:val="26"/>
                <w:szCs w:val="26"/>
              </w:rPr>
              <w:t>а</w:t>
            </w:r>
            <w:r w:rsidRPr="00CC7F0B">
              <w:rPr>
                <w:sz w:val="26"/>
                <w:szCs w:val="26"/>
              </w:rPr>
              <w:t xml:space="preserve">правления движения к ним </w:t>
            </w:r>
          </w:p>
        </w:tc>
        <w:tc>
          <w:tcPr>
            <w:tcW w:w="2799" w:type="dxa"/>
          </w:tcPr>
          <w:p w:rsidR="003D2D82" w:rsidRPr="00CC7F0B" w:rsidRDefault="008D4B97" w:rsidP="008D4B9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Имеется</w:t>
            </w:r>
          </w:p>
        </w:tc>
      </w:tr>
      <w:tr w:rsidR="003D2D82" w:rsidRPr="00CC7F0B">
        <w:tc>
          <w:tcPr>
            <w:tcW w:w="675" w:type="dxa"/>
          </w:tcPr>
          <w:p w:rsidR="003D2D82" w:rsidRDefault="003D2D82" w:rsidP="00B75DD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6663" w:type="dxa"/>
          </w:tcPr>
          <w:p w:rsidR="003D2D82" w:rsidRPr="00E45BC4" w:rsidRDefault="005410A4" w:rsidP="005410A4">
            <w:pPr>
              <w:autoSpaceDE w:val="0"/>
              <w:autoSpaceDN w:val="0"/>
              <w:adjustRightInd w:val="0"/>
              <w:ind w:firstLine="17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Исправное н</w:t>
            </w:r>
            <w:r w:rsidR="003D2D82" w:rsidRPr="00E45BC4">
              <w:rPr>
                <w:sz w:val="26"/>
                <w:szCs w:val="26"/>
              </w:rPr>
              <w:t xml:space="preserve">аружное освещение в темное время суток территории населенного пункта </w:t>
            </w:r>
          </w:p>
        </w:tc>
        <w:tc>
          <w:tcPr>
            <w:tcW w:w="2799" w:type="dxa"/>
          </w:tcPr>
          <w:p w:rsidR="003D2D82" w:rsidRPr="00CC7F0B" w:rsidRDefault="002C48AC" w:rsidP="00CC7F0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</w:t>
            </w:r>
            <w:r w:rsidR="007C7B99">
              <w:rPr>
                <w:sz w:val="26"/>
                <w:szCs w:val="26"/>
              </w:rPr>
              <w:t>меется</w:t>
            </w:r>
          </w:p>
        </w:tc>
      </w:tr>
      <w:tr w:rsidR="002461ED" w:rsidRPr="00CC7F0B">
        <w:tc>
          <w:tcPr>
            <w:tcW w:w="675" w:type="dxa"/>
          </w:tcPr>
          <w:p w:rsidR="002461ED" w:rsidRPr="00CC7F0B" w:rsidRDefault="002461ED" w:rsidP="00F63578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6663" w:type="dxa"/>
          </w:tcPr>
          <w:p w:rsidR="002461ED" w:rsidRPr="00E45BC4" w:rsidRDefault="002461ED" w:rsidP="00E45BC4">
            <w:pPr>
              <w:autoSpaceDE w:val="0"/>
              <w:autoSpaceDN w:val="0"/>
              <w:adjustRightInd w:val="0"/>
              <w:ind w:firstLine="176"/>
              <w:jc w:val="both"/>
              <w:rPr>
                <w:sz w:val="26"/>
                <w:szCs w:val="26"/>
              </w:rPr>
            </w:pPr>
            <w:r w:rsidRPr="002461ED">
              <w:rPr>
                <w:sz w:val="26"/>
                <w:szCs w:val="26"/>
              </w:rPr>
              <w:t>Добровольн</w:t>
            </w:r>
            <w:r>
              <w:rPr>
                <w:sz w:val="26"/>
                <w:szCs w:val="26"/>
              </w:rPr>
              <w:t>ое</w:t>
            </w:r>
            <w:r w:rsidRPr="002461ED">
              <w:rPr>
                <w:sz w:val="26"/>
                <w:szCs w:val="26"/>
              </w:rPr>
              <w:t xml:space="preserve"> пожарное формирование</w:t>
            </w:r>
          </w:p>
        </w:tc>
        <w:tc>
          <w:tcPr>
            <w:tcW w:w="2799" w:type="dxa"/>
          </w:tcPr>
          <w:p w:rsidR="002461ED" w:rsidRPr="00CC7F0B" w:rsidRDefault="002C48AC" w:rsidP="00CC7F0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</w:t>
            </w:r>
            <w:r w:rsidR="00C91A19">
              <w:rPr>
                <w:sz w:val="26"/>
                <w:szCs w:val="26"/>
              </w:rPr>
              <w:t>меется</w:t>
            </w:r>
          </w:p>
        </w:tc>
      </w:tr>
      <w:tr w:rsidR="002461ED" w:rsidRPr="00CC7F0B">
        <w:tc>
          <w:tcPr>
            <w:tcW w:w="675" w:type="dxa"/>
          </w:tcPr>
          <w:p w:rsidR="002461ED" w:rsidRDefault="002461ED" w:rsidP="00F63578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6663" w:type="dxa"/>
          </w:tcPr>
          <w:p w:rsidR="002461ED" w:rsidRPr="002461ED" w:rsidRDefault="002461ED" w:rsidP="009F6115">
            <w:pPr>
              <w:autoSpaceDE w:val="0"/>
              <w:autoSpaceDN w:val="0"/>
              <w:adjustRightInd w:val="0"/>
              <w:ind w:firstLine="176"/>
              <w:jc w:val="both"/>
              <w:rPr>
                <w:sz w:val="26"/>
                <w:szCs w:val="26"/>
              </w:rPr>
            </w:pPr>
            <w:r w:rsidRPr="002461ED">
              <w:rPr>
                <w:sz w:val="26"/>
                <w:szCs w:val="26"/>
              </w:rPr>
              <w:t xml:space="preserve">Первичные средства пожаротушения </w:t>
            </w:r>
            <w:r w:rsidR="00BA68BB">
              <w:rPr>
                <w:sz w:val="26"/>
                <w:szCs w:val="26"/>
              </w:rPr>
              <w:t>и противопожа</w:t>
            </w:r>
            <w:r w:rsidR="00BA68BB">
              <w:rPr>
                <w:sz w:val="26"/>
                <w:szCs w:val="26"/>
              </w:rPr>
              <w:t>р</w:t>
            </w:r>
            <w:r w:rsidR="00BA68BB">
              <w:rPr>
                <w:sz w:val="26"/>
                <w:szCs w:val="26"/>
              </w:rPr>
              <w:t xml:space="preserve">ный инвентарь </w:t>
            </w:r>
            <w:r w:rsidRPr="002461ED">
              <w:rPr>
                <w:sz w:val="26"/>
                <w:szCs w:val="26"/>
              </w:rPr>
              <w:t xml:space="preserve">(ранцевые огнетушители, </w:t>
            </w:r>
            <w:r w:rsidR="009F6115">
              <w:rPr>
                <w:sz w:val="26"/>
                <w:szCs w:val="26"/>
              </w:rPr>
              <w:t xml:space="preserve">мотопомпы, </w:t>
            </w:r>
            <w:r w:rsidRPr="002461ED">
              <w:rPr>
                <w:sz w:val="26"/>
                <w:szCs w:val="26"/>
              </w:rPr>
              <w:t xml:space="preserve">спецмаски, краги, топоры, лопаты </w:t>
            </w:r>
            <w:r w:rsidR="009F6115">
              <w:rPr>
                <w:sz w:val="26"/>
                <w:szCs w:val="26"/>
              </w:rPr>
              <w:t xml:space="preserve">багры </w:t>
            </w:r>
            <w:r w:rsidRPr="002461ED">
              <w:rPr>
                <w:sz w:val="26"/>
                <w:szCs w:val="26"/>
              </w:rPr>
              <w:t>и т.п) для пр</w:t>
            </w:r>
            <w:r w:rsidRPr="002461ED">
              <w:rPr>
                <w:sz w:val="26"/>
                <w:szCs w:val="26"/>
              </w:rPr>
              <w:t>и</w:t>
            </w:r>
            <w:r w:rsidRPr="002461ED">
              <w:rPr>
                <w:sz w:val="26"/>
                <w:szCs w:val="26"/>
              </w:rPr>
              <w:t>влекаемых к тушению</w:t>
            </w:r>
            <w:r w:rsidR="00BA68BB">
              <w:rPr>
                <w:sz w:val="26"/>
                <w:szCs w:val="26"/>
              </w:rPr>
              <w:t xml:space="preserve"> пожаров</w:t>
            </w:r>
            <w:r w:rsidRPr="002461ED">
              <w:rPr>
                <w:sz w:val="26"/>
                <w:szCs w:val="26"/>
              </w:rPr>
              <w:t xml:space="preserve"> </w:t>
            </w:r>
            <w:r w:rsidR="00BA68BB">
              <w:rPr>
                <w:sz w:val="26"/>
                <w:szCs w:val="26"/>
              </w:rPr>
              <w:t xml:space="preserve">добровольных </w:t>
            </w:r>
            <w:r w:rsidRPr="002461ED">
              <w:rPr>
                <w:sz w:val="26"/>
                <w:szCs w:val="26"/>
              </w:rPr>
              <w:t>формир</w:t>
            </w:r>
            <w:r w:rsidRPr="002461ED">
              <w:rPr>
                <w:sz w:val="26"/>
                <w:szCs w:val="26"/>
              </w:rPr>
              <w:t>о</w:t>
            </w:r>
            <w:r w:rsidRPr="002461ED">
              <w:rPr>
                <w:sz w:val="26"/>
                <w:szCs w:val="26"/>
              </w:rPr>
              <w:t>ваний</w:t>
            </w:r>
          </w:p>
        </w:tc>
        <w:tc>
          <w:tcPr>
            <w:tcW w:w="2799" w:type="dxa"/>
          </w:tcPr>
          <w:p w:rsidR="002461ED" w:rsidRPr="00CC7F0B" w:rsidRDefault="008D4B97" w:rsidP="00CC7F0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Имеется </w:t>
            </w:r>
          </w:p>
        </w:tc>
      </w:tr>
      <w:tr w:rsidR="00F214AA" w:rsidRPr="00CC7F0B">
        <w:tc>
          <w:tcPr>
            <w:tcW w:w="675" w:type="dxa"/>
          </w:tcPr>
          <w:p w:rsidR="00F214AA" w:rsidRDefault="00F214AA" w:rsidP="00F63578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6663" w:type="dxa"/>
          </w:tcPr>
          <w:p w:rsidR="00F214AA" w:rsidRPr="00320C0F" w:rsidRDefault="00F214AA" w:rsidP="00FA7209">
            <w:pPr>
              <w:autoSpaceDE w:val="0"/>
              <w:autoSpaceDN w:val="0"/>
              <w:adjustRightInd w:val="0"/>
              <w:ind w:firstLine="176"/>
              <w:jc w:val="both"/>
              <w:rPr>
                <w:sz w:val="26"/>
                <w:szCs w:val="26"/>
              </w:rPr>
            </w:pPr>
            <w:r w:rsidRPr="00320C0F">
              <w:rPr>
                <w:sz w:val="26"/>
                <w:szCs w:val="26"/>
              </w:rPr>
              <w:t>Муниципальный правовой акт, регламентирующий п</w:t>
            </w:r>
            <w:r w:rsidRPr="00320C0F">
              <w:rPr>
                <w:sz w:val="26"/>
                <w:szCs w:val="26"/>
              </w:rPr>
              <w:t>о</w:t>
            </w:r>
            <w:r w:rsidRPr="00320C0F">
              <w:rPr>
                <w:sz w:val="26"/>
                <w:szCs w:val="26"/>
              </w:rPr>
              <w:t xml:space="preserve">рядок подготовки населенного пункта </w:t>
            </w:r>
            <w:r w:rsidR="00CF6A9E" w:rsidRPr="00320C0F">
              <w:rPr>
                <w:sz w:val="26"/>
                <w:szCs w:val="26"/>
              </w:rPr>
              <w:t>к пожароопасно</w:t>
            </w:r>
            <w:r w:rsidR="00FA7209" w:rsidRPr="00320C0F">
              <w:rPr>
                <w:sz w:val="26"/>
                <w:szCs w:val="26"/>
              </w:rPr>
              <w:t>му</w:t>
            </w:r>
            <w:r w:rsidR="00CF6A9E" w:rsidRPr="00320C0F">
              <w:rPr>
                <w:sz w:val="26"/>
                <w:szCs w:val="26"/>
              </w:rPr>
              <w:t xml:space="preserve"> сезон</w:t>
            </w:r>
            <w:r w:rsidR="00FA7209" w:rsidRPr="00320C0F">
              <w:rPr>
                <w:sz w:val="26"/>
                <w:szCs w:val="26"/>
              </w:rPr>
              <w:t>у</w:t>
            </w:r>
            <w:r w:rsidR="0092735D" w:rsidRPr="00320C0F">
              <w:rPr>
                <w:sz w:val="26"/>
                <w:szCs w:val="26"/>
              </w:rPr>
              <w:t xml:space="preserve"> и привлечения населения (работников организ</w:t>
            </w:r>
            <w:r w:rsidR="0092735D" w:rsidRPr="00320C0F">
              <w:rPr>
                <w:sz w:val="26"/>
                <w:szCs w:val="26"/>
              </w:rPr>
              <w:t>а</w:t>
            </w:r>
            <w:r w:rsidR="0092735D" w:rsidRPr="00320C0F">
              <w:rPr>
                <w:sz w:val="26"/>
                <w:szCs w:val="26"/>
              </w:rPr>
              <w:t>ций) для тушения лесных пожаров</w:t>
            </w:r>
          </w:p>
        </w:tc>
        <w:tc>
          <w:tcPr>
            <w:tcW w:w="2799" w:type="dxa"/>
          </w:tcPr>
          <w:p w:rsidR="00F214AA" w:rsidRPr="00CC7F0B" w:rsidRDefault="008D4B97" w:rsidP="00CC7F0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Имеется</w:t>
            </w:r>
          </w:p>
        </w:tc>
      </w:tr>
      <w:tr w:rsidR="00F214AA" w:rsidRPr="00CC7F0B">
        <w:tc>
          <w:tcPr>
            <w:tcW w:w="675" w:type="dxa"/>
          </w:tcPr>
          <w:p w:rsidR="00F214AA" w:rsidRDefault="00F214AA" w:rsidP="00F63578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6663" w:type="dxa"/>
          </w:tcPr>
          <w:p w:rsidR="00F214AA" w:rsidRPr="00320C0F" w:rsidRDefault="00F214AA" w:rsidP="0027778F">
            <w:pPr>
              <w:autoSpaceDE w:val="0"/>
              <w:autoSpaceDN w:val="0"/>
              <w:adjustRightInd w:val="0"/>
              <w:ind w:firstLine="176"/>
              <w:jc w:val="both"/>
              <w:rPr>
                <w:sz w:val="26"/>
                <w:szCs w:val="26"/>
              </w:rPr>
            </w:pPr>
            <w:r w:rsidRPr="00320C0F">
              <w:rPr>
                <w:sz w:val="26"/>
                <w:szCs w:val="26"/>
              </w:rPr>
              <w:t>Включение мероприятий по обеспечению пожарной безопасности в планы, схемы и программы развития те</w:t>
            </w:r>
            <w:r w:rsidRPr="00320C0F">
              <w:rPr>
                <w:sz w:val="26"/>
                <w:szCs w:val="26"/>
              </w:rPr>
              <w:t>р</w:t>
            </w:r>
            <w:r w:rsidRPr="00320C0F">
              <w:rPr>
                <w:sz w:val="26"/>
                <w:szCs w:val="26"/>
              </w:rPr>
              <w:t>риторий населенн</w:t>
            </w:r>
            <w:r w:rsidRPr="00320C0F">
              <w:rPr>
                <w:sz w:val="26"/>
                <w:szCs w:val="26"/>
              </w:rPr>
              <w:t>о</w:t>
            </w:r>
            <w:r w:rsidRPr="00320C0F">
              <w:rPr>
                <w:sz w:val="26"/>
                <w:szCs w:val="26"/>
              </w:rPr>
              <w:t>го пункта</w:t>
            </w:r>
          </w:p>
        </w:tc>
        <w:tc>
          <w:tcPr>
            <w:tcW w:w="2799" w:type="dxa"/>
          </w:tcPr>
          <w:p w:rsidR="00F214AA" w:rsidRPr="00CC7F0B" w:rsidRDefault="008D4B97" w:rsidP="00CC7F0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Имеется</w:t>
            </w:r>
            <w:r w:rsidR="007C7B99">
              <w:rPr>
                <w:sz w:val="26"/>
                <w:szCs w:val="26"/>
              </w:rPr>
              <w:t xml:space="preserve"> </w:t>
            </w:r>
          </w:p>
        </w:tc>
      </w:tr>
      <w:tr w:rsidR="0049705F" w:rsidRPr="00CC7F0B">
        <w:tc>
          <w:tcPr>
            <w:tcW w:w="675" w:type="dxa"/>
          </w:tcPr>
          <w:p w:rsidR="0049705F" w:rsidRDefault="0049705F" w:rsidP="00F63578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6663" w:type="dxa"/>
          </w:tcPr>
          <w:p w:rsidR="0049705F" w:rsidRPr="00C30C96" w:rsidRDefault="0049705F" w:rsidP="00F12F25">
            <w:pPr>
              <w:autoSpaceDE w:val="0"/>
              <w:autoSpaceDN w:val="0"/>
              <w:adjustRightInd w:val="0"/>
              <w:ind w:firstLine="17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Подъездн</w:t>
            </w:r>
            <w:r w:rsidR="00F12F25">
              <w:rPr>
                <w:sz w:val="26"/>
                <w:szCs w:val="26"/>
              </w:rPr>
              <w:t>ая</w:t>
            </w:r>
            <w:r>
              <w:rPr>
                <w:sz w:val="26"/>
                <w:szCs w:val="26"/>
              </w:rPr>
              <w:t xml:space="preserve"> автомобильная дорога, соответствующая установленным требованиям</w:t>
            </w:r>
          </w:p>
        </w:tc>
        <w:tc>
          <w:tcPr>
            <w:tcW w:w="2799" w:type="dxa"/>
          </w:tcPr>
          <w:p w:rsidR="0049705F" w:rsidRPr="00CC7F0B" w:rsidRDefault="007C7B99" w:rsidP="00CC7F0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Имеется </w:t>
            </w:r>
          </w:p>
        </w:tc>
      </w:tr>
      <w:tr w:rsidR="00F214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000000"/>
            <w:insideV w:val="single" w:sz="4" w:space="0" w:color="000000"/>
          </w:tblBorders>
        </w:tblPrEx>
        <w:tc>
          <w:tcPr>
            <w:tcW w:w="10137" w:type="dxa"/>
            <w:gridSpan w:val="3"/>
            <w:tcBorders>
              <w:top w:val="nil"/>
              <w:bottom w:val="nil"/>
            </w:tcBorders>
          </w:tcPr>
          <w:p w:rsidR="00F214AA" w:rsidRDefault="00F214AA" w:rsidP="000442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214AA" w:rsidRPr="00C30C96" w:rsidRDefault="00F214AA" w:rsidP="000442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844B59" w:rsidRDefault="00844B59" w:rsidP="000442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214AA" w:rsidRPr="00CF6A9E" w:rsidRDefault="00F214AA" w:rsidP="0004422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6A9E">
              <w:rPr>
                <w:rFonts w:ascii="Times New Roman" w:hAnsi="Times New Roman" w:cs="Times New Roman"/>
                <w:b/>
                <w:sz w:val="26"/>
                <w:szCs w:val="26"/>
              </w:rPr>
              <w:t>Вывод о готовности населенного пункта</w:t>
            </w:r>
          </w:p>
          <w:p w:rsidR="00F214AA" w:rsidRPr="00CF6A9E" w:rsidRDefault="00CF6A9E" w:rsidP="00CF6A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A9E">
              <w:rPr>
                <w:rFonts w:ascii="Times New Roman" w:hAnsi="Times New Roman"/>
                <w:b/>
                <w:sz w:val="26"/>
                <w:szCs w:val="26"/>
              </w:rPr>
              <w:t>к пожароопасному сезону</w:t>
            </w:r>
            <w:r w:rsidR="00F214AA" w:rsidRPr="00CF6A9E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</w:tc>
      </w:tr>
      <w:tr w:rsidR="00F214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000000"/>
            <w:insideV w:val="single" w:sz="4" w:space="0" w:color="000000"/>
          </w:tblBorders>
        </w:tblPrEx>
        <w:tc>
          <w:tcPr>
            <w:tcW w:w="10137" w:type="dxa"/>
            <w:gridSpan w:val="3"/>
            <w:tcBorders>
              <w:top w:val="nil"/>
              <w:bottom w:val="single" w:sz="4" w:space="0" w:color="000000"/>
            </w:tcBorders>
          </w:tcPr>
          <w:p w:rsidR="00F214AA" w:rsidRPr="00B9576A" w:rsidRDefault="006C0F0B" w:rsidP="00B957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9576A" w:rsidRPr="00B9576A">
              <w:rPr>
                <w:rFonts w:ascii="Times New Roman" w:hAnsi="Times New Roman" w:cs="Times New Roman"/>
                <w:sz w:val="28"/>
                <w:szCs w:val="28"/>
              </w:rPr>
              <w:t>оселок Нижнеангарск</w:t>
            </w:r>
          </w:p>
        </w:tc>
      </w:tr>
      <w:tr w:rsidR="00F214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000000"/>
            <w:insideV w:val="single" w:sz="4" w:space="0" w:color="000000"/>
          </w:tblBorders>
        </w:tblPrEx>
        <w:tc>
          <w:tcPr>
            <w:tcW w:w="10137" w:type="dxa"/>
            <w:gridSpan w:val="3"/>
            <w:tcBorders>
              <w:top w:val="single" w:sz="4" w:space="0" w:color="000000"/>
              <w:bottom w:val="nil"/>
            </w:tcBorders>
          </w:tcPr>
          <w:p w:rsidR="00F214AA" w:rsidRPr="008E3C90" w:rsidRDefault="00F214AA" w:rsidP="00C230F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3C90">
              <w:rPr>
                <w:rFonts w:ascii="Times New Roman" w:hAnsi="Times New Roman" w:cs="Times New Roman"/>
                <w:sz w:val="18"/>
                <w:szCs w:val="18"/>
              </w:rPr>
              <w:t xml:space="preserve">(полное наименование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населенного пункта</w:t>
            </w:r>
            <w:r w:rsidRPr="008E3C9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F214AA" w:rsidRPr="008E3C90" w:rsidRDefault="00F214AA" w:rsidP="00C230F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</w:tc>
      </w:tr>
      <w:tr w:rsidR="00F214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000000"/>
            <w:insideV w:val="single" w:sz="4" w:space="0" w:color="000000"/>
          </w:tblBorders>
        </w:tblPrEx>
        <w:tc>
          <w:tcPr>
            <w:tcW w:w="10137" w:type="dxa"/>
            <w:gridSpan w:val="3"/>
            <w:tcBorders>
              <w:top w:val="nil"/>
            </w:tcBorders>
          </w:tcPr>
          <w:p w:rsidR="00F214AA" w:rsidRPr="008E3C90" w:rsidRDefault="00F214AA" w:rsidP="00C230F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8D4B97">
              <w:rPr>
                <w:b/>
                <w:sz w:val="26"/>
                <w:szCs w:val="26"/>
              </w:rPr>
              <w:t>  ГОТОВ</w:t>
            </w:r>
            <w:r w:rsidRPr="008E3C90">
              <w:rPr>
                <w:sz w:val="26"/>
                <w:szCs w:val="26"/>
              </w:rPr>
              <w:t xml:space="preserve"> к летнему пожароопасному сезону</w:t>
            </w:r>
            <w:r>
              <w:rPr>
                <w:sz w:val="26"/>
                <w:szCs w:val="26"/>
              </w:rPr>
              <w:t>*</w:t>
            </w:r>
          </w:p>
        </w:tc>
      </w:tr>
      <w:tr w:rsidR="00F214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000000"/>
            <w:insideV w:val="single" w:sz="4" w:space="0" w:color="000000"/>
          </w:tblBorders>
        </w:tblPrEx>
        <w:tc>
          <w:tcPr>
            <w:tcW w:w="10137" w:type="dxa"/>
            <w:gridSpan w:val="3"/>
          </w:tcPr>
          <w:p w:rsidR="00F214AA" w:rsidRPr="008E3C90" w:rsidRDefault="00F214AA" w:rsidP="00C230F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vertAlign w:val="superscript"/>
              </w:rPr>
            </w:pPr>
          </w:p>
        </w:tc>
      </w:tr>
    </w:tbl>
    <w:p w:rsidR="0015381F" w:rsidRDefault="0015381F" w:rsidP="0015381F">
      <w:pPr>
        <w:pStyle w:val="a3"/>
        <w:rPr>
          <w:b/>
          <w:sz w:val="24"/>
          <w:szCs w:val="24"/>
        </w:rPr>
      </w:pPr>
    </w:p>
    <w:p w:rsidR="00CF6A9E" w:rsidRDefault="000F26CE" w:rsidP="00232E0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0F26CE">
        <w:rPr>
          <w:b/>
          <w:sz w:val="28"/>
          <w:szCs w:val="28"/>
          <w:vertAlign w:val="superscript"/>
        </w:rPr>
        <w:t xml:space="preserve">* </w:t>
      </w:r>
      <w:r w:rsidR="00D47E97" w:rsidRPr="00232E0E">
        <w:rPr>
          <w:sz w:val="22"/>
          <w:szCs w:val="22"/>
        </w:rPr>
        <w:t>В</w:t>
      </w:r>
      <w:r w:rsidR="00044228" w:rsidRPr="00232E0E">
        <w:rPr>
          <w:sz w:val="22"/>
          <w:szCs w:val="22"/>
        </w:rPr>
        <w:t xml:space="preserve">ывод о готовности </w:t>
      </w:r>
      <w:r w:rsidR="00D94DBD" w:rsidRPr="00232E0E">
        <w:rPr>
          <w:sz w:val="22"/>
          <w:szCs w:val="22"/>
        </w:rPr>
        <w:t xml:space="preserve">населенного пункта </w:t>
      </w:r>
      <w:r w:rsidR="00044228" w:rsidRPr="00232E0E">
        <w:rPr>
          <w:sz w:val="22"/>
          <w:szCs w:val="22"/>
        </w:rPr>
        <w:t xml:space="preserve">к </w:t>
      </w:r>
      <w:r w:rsidR="00CF6A9E" w:rsidRPr="00CF6A9E">
        <w:rPr>
          <w:sz w:val="22"/>
          <w:szCs w:val="22"/>
        </w:rPr>
        <w:t>пожароопасному сезону</w:t>
      </w:r>
      <w:r w:rsidR="00D47E97" w:rsidRPr="00232E0E">
        <w:rPr>
          <w:sz w:val="22"/>
          <w:szCs w:val="22"/>
        </w:rPr>
        <w:t xml:space="preserve"> делается на основании </w:t>
      </w:r>
      <w:r w:rsidR="00D94DBD" w:rsidRPr="00232E0E">
        <w:rPr>
          <w:sz w:val="22"/>
          <w:szCs w:val="22"/>
        </w:rPr>
        <w:t>критерия «имеется» по всем показателям готовности населённого пункта. При одном или нескольких критериях «о</w:t>
      </w:r>
      <w:r w:rsidR="00D94DBD" w:rsidRPr="00232E0E">
        <w:rPr>
          <w:sz w:val="22"/>
          <w:szCs w:val="22"/>
        </w:rPr>
        <w:t>т</w:t>
      </w:r>
      <w:r w:rsidR="00D94DBD" w:rsidRPr="00232E0E">
        <w:rPr>
          <w:sz w:val="22"/>
          <w:szCs w:val="22"/>
        </w:rPr>
        <w:t xml:space="preserve">сутствует» населенный пункт считается не готовым к летнему пожароопасному </w:t>
      </w:r>
      <w:r w:rsidR="00CF6A9E">
        <w:rPr>
          <w:sz w:val="22"/>
          <w:szCs w:val="22"/>
        </w:rPr>
        <w:t>сезону</w:t>
      </w:r>
      <w:r w:rsidR="00D94DBD" w:rsidRPr="00232E0E">
        <w:rPr>
          <w:sz w:val="22"/>
          <w:szCs w:val="22"/>
        </w:rPr>
        <w:t>.</w:t>
      </w:r>
      <w:r w:rsidR="00640CFC">
        <w:rPr>
          <w:sz w:val="22"/>
          <w:szCs w:val="22"/>
        </w:rPr>
        <w:t xml:space="preserve"> </w:t>
      </w:r>
    </w:p>
    <w:p w:rsidR="002651F0" w:rsidRDefault="00640CFC" w:rsidP="00232E0E">
      <w:pPr>
        <w:autoSpaceDE w:val="0"/>
        <w:autoSpaceDN w:val="0"/>
        <w:adjustRightInd w:val="0"/>
        <w:ind w:firstLine="540"/>
        <w:jc w:val="both"/>
        <w:rPr>
          <w:b/>
          <w:sz w:val="22"/>
          <w:szCs w:val="22"/>
        </w:rPr>
      </w:pPr>
      <w:r>
        <w:rPr>
          <w:sz w:val="22"/>
          <w:szCs w:val="22"/>
        </w:rPr>
        <w:t>В</w:t>
      </w:r>
      <w:r w:rsidR="00C17BBD">
        <w:rPr>
          <w:sz w:val="22"/>
          <w:szCs w:val="22"/>
        </w:rPr>
        <w:t xml:space="preserve"> случае</w:t>
      </w:r>
      <w:r>
        <w:rPr>
          <w:sz w:val="22"/>
          <w:szCs w:val="22"/>
        </w:rPr>
        <w:t xml:space="preserve"> если показатель не может быть применен </w:t>
      </w:r>
      <w:r w:rsidR="00FF6F79">
        <w:rPr>
          <w:sz w:val="22"/>
          <w:szCs w:val="22"/>
        </w:rPr>
        <w:t>на основании</w:t>
      </w:r>
      <w:r>
        <w:rPr>
          <w:sz w:val="22"/>
          <w:szCs w:val="22"/>
        </w:rPr>
        <w:t xml:space="preserve"> установленных требований к данн</w:t>
      </w:r>
      <w:r>
        <w:rPr>
          <w:sz w:val="22"/>
          <w:szCs w:val="22"/>
        </w:rPr>
        <w:t>о</w:t>
      </w:r>
      <w:r>
        <w:rPr>
          <w:sz w:val="22"/>
          <w:szCs w:val="22"/>
        </w:rPr>
        <w:t>му населенному пункту, то соответствующий ему критерий при оценке готовности не уч</w:t>
      </w:r>
      <w:r>
        <w:rPr>
          <w:sz w:val="22"/>
          <w:szCs w:val="22"/>
        </w:rPr>
        <w:t>и</w:t>
      </w:r>
      <w:r>
        <w:rPr>
          <w:sz w:val="22"/>
          <w:szCs w:val="22"/>
        </w:rPr>
        <w:t>тывается.</w:t>
      </w:r>
    </w:p>
    <w:p w:rsidR="002651F0" w:rsidRPr="002651F0" w:rsidRDefault="002651F0" w:rsidP="002651F0">
      <w:pPr>
        <w:rPr>
          <w:sz w:val="22"/>
          <w:szCs w:val="22"/>
        </w:rPr>
      </w:pPr>
    </w:p>
    <w:p w:rsidR="002651F0" w:rsidRPr="002651F0" w:rsidRDefault="002651F0" w:rsidP="002651F0">
      <w:pPr>
        <w:rPr>
          <w:sz w:val="22"/>
          <w:szCs w:val="22"/>
        </w:rPr>
      </w:pPr>
    </w:p>
    <w:p w:rsidR="002651F0" w:rsidRPr="002651F0" w:rsidRDefault="002651F0" w:rsidP="002651F0">
      <w:pPr>
        <w:rPr>
          <w:sz w:val="22"/>
          <w:szCs w:val="22"/>
        </w:rPr>
      </w:pPr>
    </w:p>
    <w:p w:rsidR="002651F0" w:rsidRPr="002651F0" w:rsidRDefault="002651F0" w:rsidP="002651F0">
      <w:pPr>
        <w:rPr>
          <w:sz w:val="22"/>
          <w:szCs w:val="22"/>
        </w:rPr>
      </w:pPr>
    </w:p>
    <w:p w:rsidR="002651F0" w:rsidRPr="002651F0" w:rsidRDefault="002651F0" w:rsidP="002651F0">
      <w:pPr>
        <w:rPr>
          <w:sz w:val="22"/>
          <w:szCs w:val="22"/>
        </w:rPr>
      </w:pPr>
    </w:p>
    <w:p w:rsidR="002651F0" w:rsidRPr="002651F0" w:rsidRDefault="002651F0" w:rsidP="002651F0">
      <w:pPr>
        <w:rPr>
          <w:sz w:val="22"/>
          <w:szCs w:val="22"/>
        </w:rPr>
      </w:pPr>
    </w:p>
    <w:p w:rsidR="002651F0" w:rsidRPr="002651F0" w:rsidRDefault="002651F0" w:rsidP="002651F0">
      <w:pPr>
        <w:rPr>
          <w:sz w:val="22"/>
          <w:szCs w:val="22"/>
        </w:rPr>
      </w:pPr>
    </w:p>
    <w:p w:rsidR="002651F0" w:rsidRDefault="002651F0" w:rsidP="002651F0">
      <w:pPr>
        <w:rPr>
          <w:sz w:val="22"/>
          <w:szCs w:val="22"/>
        </w:rPr>
      </w:pPr>
    </w:p>
    <w:p w:rsidR="00D448E4" w:rsidRPr="002651F0" w:rsidRDefault="00D448E4" w:rsidP="002651F0">
      <w:pPr>
        <w:ind w:firstLine="708"/>
        <w:rPr>
          <w:sz w:val="22"/>
          <w:szCs w:val="22"/>
        </w:rPr>
      </w:pPr>
    </w:p>
    <w:sectPr w:rsidR="00D448E4" w:rsidRPr="002651F0" w:rsidSect="00DD5526">
      <w:headerReference w:type="default" r:id="rId7"/>
      <w:footerReference w:type="even" r:id="rId8"/>
      <w:headerReference w:type="first" r:id="rId9"/>
      <w:footerReference w:type="first" r:id="rId10"/>
      <w:pgSz w:w="11906" w:h="16838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1BA" w:rsidRDefault="003F01BA">
      <w:r>
        <w:separator/>
      </w:r>
    </w:p>
  </w:endnote>
  <w:endnote w:type="continuationSeparator" w:id="0">
    <w:p w:rsidR="003F01BA" w:rsidRDefault="003F0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061" w:rsidRDefault="007D406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7D4061" w:rsidRDefault="007D406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061" w:rsidRPr="00D7330F" w:rsidRDefault="007D4061" w:rsidP="00B778CA">
    <w:pPr>
      <w:pStyle w:val="a3"/>
      <w:jc w:val="both"/>
      <w:rPr>
        <w:sz w:val="22"/>
        <w:szCs w:val="22"/>
      </w:rPr>
    </w:pPr>
    <w:r>
      <w:t xml:space="preserve">* </w:t>
    </w:r>
    <w:r w:rsidRPr="00D7330F">
      <w:rPr>
        <w:sz w:val="22"/>
        <w:szCs w:val="22"/>
      </w:rPr>
      <w:t>Паспорт составляется на каждый населенный пункт, подверженный угрозе лесных пожаров, включая садов</w:t>
    </w:r>
    <w:r>
      <w:rPr>
        <w:sz w:val="22"/>
        <w:szCs w:val="22"/>
      </w:rPr>
      <w:t>одческие</w:t>
    </w:r>
    <w:r w:rsidRPr="00D7330F">
      <w:rPr>
        <w:sz w:val="22"/>
        <w:szCs w:val="22"/>
      </w:rPr>
      <w:t xml:space="preserve">, огороднические и дачные некоммерческие </w:t>
    </w:r>
    <w:r>
      <w:rPr>
        <w:sz w:val="22"/>
        <w:szCs w:val="22"/>
      </w:rPr>
      <w:t>объединения</w:t>
    </w:r>
    <w:r w:rsidRPr="00D7330F">
      <w:rPr>
        <w:sz w:val="22"/>
        <w:szCs w:val="22"/>
      </w:rPr>
      <w:t>. Паспорт пожарной безопасности в о</w:t>
    </w:r>
    <w:r w:rsidRPr="00D7330F">
      <w:rPr>
        <w:sz w:val="22"/>
        <w:szCs w:val="22"/>
      </w:rPr>
      <w:t>т</w:t>
    </w:r>
    <w:r w:rsidRPr="00D7330F">
      <w:rPr>
        <w:sz w:val="22"/>
        <w:szCs w:val="22"/>
      </w:rPr>
      <w:t>ношении садово</w:t>
    </w:r>
    <w:r>
      <w:rPr>
        <w:sz w:val="22"/>
        <w:szCs w:val="22"/>
      </w:rPr>
      <w:t>дческого</w:t>
    </w:r>
    <w:r w:rsidRPr="00D7330F">
      <w:rPr>
        <w:sz w:val="22"/>
        <w:szCs w:val="22"/>
      </w:rPr>
      <w:t xml:space="preserve">, огороднического или дачного некоммерческого </w:t>
    </w:r>
    <w:r>
      <w:rPr>
        <w:sz w:val="22"/>
        <w:szCs w:val="22"/>
      </w:rPr>
      <w:t>объединения,</w:t>
    </w:r>
    <w:r w:rsidRPr="00D7330F">
      <w:rPr>
        <w:sz w:val="22"/>
        <w:szCs w:val="22"/>
      </w:rPr>
      <w:t xml:space="preserve"> наряду с главой о</w:t>
    </w:r>
    <w:r w:rsidRPr="00D7330F">
      <w:rPr>
        <w:sz w:val="22"/>
        <w:szCs w:val="22"/>
      </w:rPr>
      <w:t>р</w:t>
    </w:r>
    <w:r w:rsidRPr="00D7330F">
      <w:rPr>
        <w:sz w:val="22"/>
        <w:szCs w:val="22"/>
      </w:rPr>
      <w:t>гана местного самоуправления</w:t>
    </w:r>
    <w:r>
      <w:rPr>
        <w:sz w:val="22"/>
        <w:szCs w:val="22"/>
      </w:rPr>
      <w:t>,</w:t>
    </w:r>
    <w:r w:rsidRPr="00D7330F">
      <w:rPr>
        <w:sz w:val="22"/>
        <w:szCs w:val="22"/>
      </w:rPr>
      <w:t xml:space="preserve"> утверждается председателем </w:t>
    </w:r>
    <w:r>
      <w:rPr>
        <w:sz w:val="22"/>
        <w:szCs w:val="22"/>
      </w:rPr>
      <w:t>(руководителем) объединения</w:t>
    </w:r>
    <w:r w:rsidRPr="00D7330F">
      <w:rPr>
        <w:sz w:val="22"/>
        <w:szCs w:val="22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1BA" w:rsidRDefault="003F01BA">
      <w:r>
        <w:separator/>
      </w:r>
    </w:p>
  </w:footnote>
  <w:footnote w:type="continuationSeparator" w:id="0">
    <w:p w:rsidR="003F01BA" w:rsidRDefault="003F01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061" w:rsidRPr="001210B8" w:rsidRDefault="007D4061">
    <w:pPr>
      <w:pStyle w:val="ad"/>
      <w:jc w:val="center"/>
      <w:rPr>
        <w:sz w:val="26"/>
        <w:szCs w:val="26"/>
      </w:rPr>
    </w:pPr>
    <w:r w:rsidRPr="001210B8">
      <w:rPr>
        <w:sz w:val="26"/>
        <w:szCs w:val="26"/>
      </w:rPr>
      <w:fldChar w:fldCharType="begin"/>
    </w:r>
    <w:r w:rsidRPr="001210B8">
      <w:rPr>
        <w:sz w:val="26"/>
        <w:szCs w:val="26"/>
      </w:rPr>
      <w:instrText xml:space="preserve"> PAGE   \* MERGEFORMAT </w:instrText>
    </w:r>
    <w:r w:rsidRPr="001210B8">
      <w:rPr>
        <w:sz w:val="26"/>
        <w:szCs w:val="26"/>
      </w:rPr>
      <w:fldChar w:fldCharType="separate"/>
    </w:r>
    <w:r w:rsidR="00B237F4">
      <w:rPr>
        <w:noProof/>
        <w:sz w:val="26"/>
        <w:szCs w:val="26"/>
      </w:rPr>
      <w:t>2</w:t>
    </w:r>
    <w:r w:rsidRPr="001210B8">
      <w:rPr>
        <w:sz w:val="26"/>
        <w:szCs w:val="26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061" w:rsidRPr="00596F35" w:rsidRDefault="007D4061" w:rsidP="00596F35">
    <w:pPr>
      <w:pStyle w:val="ad"/>
      <w:jc w:val="right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56494"/>
    <w:multiLevelType w:val="multilevel"/>
    <w:tmpl w:val="6BAE61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>
    <w:nsid w:val="042A623F"/>
    <w:multiLevelType w:val="multilevel"/>
    <w:tmpl w:val="27543B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08F01850"/>
    <w:multiLevelType w:val="multilevel"/>
    <w:tmpl w:val="6BAE61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">
    <w:nsid w:val="094727AD"/>
    <w:multiLevelType w:val="multilevel"/>
    <w:tmpl w:val="178EE9F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4680" w:hanging="1440"/>
      </w:pPr>
      <w:rPr>
        <w:rFonts w:hint="default"/>
      </w:rPr>
    </w:lvl>
  </w:abstractNum>
  <w:abstractNum w:abstractNumId="4">
    <w:nsid w:val="0BED38E1"/>
    <w:multiLevelType w:val="hybridMultilevel"/>
    <w:tmpl w:val="7C52CF6C"/>
    <w:lvl w:ilvl="0" w:tplc="D5107082">
      <w:start w:val="65535"/>
      <w:numFmt w:val="bullet"/>
      <w:lvlText w:val="-"/>
      <w:lvlJc w:val="left"/>
      <w:pPr>
        <w:tabs>
          <w:tab w:val="num" w:pos="1068"/>
        </w:tabs>
        <w:ind w:left="1068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0D5C3769"/>
    <w:multiLevelType w:val="hybridMultilevel"/>
    <w:tmpl w:val="E41A3818"/>
    <w:lvl w:ilvl="0" w:tplc="D5107082">
      <w:start w:val="65535"/>
      <w:numFmt w:val="bullet"/>
      <w:lvlText w:val="-"/>
      <w:lvlJc w:val="left"/>
      <w:pPr>
        <w:tabs>
          <w:tab w:val="num" w:pos="405"/>
        </w:tabs>
        <w:ind w:left="405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6">
    <w:nsid w:val="103908C0"/>
    <w:multiLevelType w:val="multilevel"/>
    <w:tmpl w:val="178EE9F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4680" w:hanging="1440"/>
      </w:pPr>
      <w:rPr>
        <w:rFonts w:hint="default"/>
      </w:rPr>
    </w:lvl>
  </w:abstractNum>
  <w:abstractNum w:abstractNumId="7">
    <w:nsid w:val="13167327"/>
    <w:multiLevelType w:val="multilevel"/>
    <w:tmpl w:val="B91C0B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4680" w:hanging="1440"/>
      </w:pPr>
      <w:rPr>
        <w:rFonts w:hint="default"/>
      </w:rPr>
    </w:lvl>
  </w:abstractNum>
  <w:abstractNum w:abstractNumId="8">
    <w:nsid w:val="151C0B37"/>
    <w:multiLevelType w:val="multilevel"/>
    <w:tmpl w:val="6BAE61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>
    <w:nsid w:val="1FE12796"/>
    <w:multiLevelType w:val="hybridMultilevel"/>
    <w:tmpl w:val="C030A8B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D2026A"/>
    <w:multiLevelType w:val="multilevel"/>
    <w:tmpl w:val="178EE9F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4680" w:hanging="1440"/>
      </w:pPr>
      <w:rPr>
        <w:rFonts w:hint="default"/>
      </w:rPr>
    </w:lvl>
  </w:abstractNum>
  <w:abstractNum w:abstractNumId="11">
    <w:nsid w:val="24B1457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4F61FBE"/>
    <w:multiLevelType w:val="hybridMultilevel"/>
    <w:tmpl w:val="E582681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">
    <w:nsid w:val="2FE34A8C"/>
    <w:multiLevelType w:val="multilevel"/>
    <w:tmpl w:val="B91C0B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4680" w:hanging="1440"/>
      </w:pPr>
      <w:rPr>
        <w:rFonts w:hint="default"/>
      </w:rPr>
    </w:lvl>
  </w:abstractNum>
  <w:abstractNum w:abstractNumId="14">
    <w:nsid w:val="3C39079E"/>
    <w:multiLevelType w:val="multilevel"/>
    <w:tmpl w:val="178EE9F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4680" w:hanging="1440"/>
      </w:pPr>
      <w:rPr>
        <w:rFonts w:hint="default"/>
      </w:rPr>
    </w:lvl>
  </w:abstractNum>
  <w:abstractNum w:abstractNumId="15">
    <w:nsid w:val="3CC81113"/>
    <w:multiLevelType w:val="hybridMultilevel"/>
    <w:tmpl w:val="190A006C"/>
    <w:lvl w:ilvl="0" w:tplc="7A8021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F7663DE"/>
    <w:multiLevelType w:val="hybridMultilevel"/>
    <w:tmpl w:val="F8B28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00A0928"/>
    <w:multiLevelType w:val="hybridMultilevel"/>
    <w:tmpl w:val="735AD750"/>
    <w:lvl w:ilvl="0" w:tplc="E6A253C8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8">
    <w:nsid w:val="41325542"/>
    <w:multiLevelType w:val="hybridMultilevel"/>
    <w:tmpl w:val="110C39BA"/>
    <w:lvl w:ilvl="0" w:tplc="BC26903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67D66DD"/>
    <w:multiLevelType w:val="hybridMultilevel"/>
    <w:tmpl w:val="82E65488"/>
    <w:lvl w:ilvl="0" w:tplc="2F66A28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8B92C10"/>
    <w:multiLevelType w:val="multilevel"/>
    <w:tmpl w:val="178EE9F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4680" w:hanging="1440"/>
      </w:pPr>
      <w:rPr>
        <w:rFonts w:hint="default"/>
      </w:rPr>
    </w:lvl>
  </w:abstractNum>
  <w:abstractNum w:abstractNumId="21">
    <w:nsid w:val="531D5049"/>
    <w:multiLevelType w:val="hybridMultilevel"/>
    <w:tmpl w:val="86781510"/>
    <w:lvl w:ilvl="0" w:tplc="D5107082">
      <w:start w:val="65535"/>
      <w:numFmt w:val="bullet"/>
      <w:lvlText w:val="-"/>
      <w:lvlJc w:val="left"/>
      <w:pPr>
        <w:tabs>
          <w:tab w:val="num" w:pos="1068"/>
        </w:tabs>
        <w:ind w:left="1068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2">
    <w:nsid w:val="53620FCE"/>
    <w:multiLevelType w:val="multilevel"/>
    <w:tmpl w:val="6BAE61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3">
    <w:nsid w:val="555E2D9C"/>
    <w:multiLevelType w:val="hybridMultilevel"/>
    <w:tmpl w:val="8FDA17E0"/>
    <w:lvl w:ilvl="0" w:tplc="3EDE5FDA">
      <w:start w:val="1"/>
      <w:numFmt w:val="decimal"/>
      <w:lvlText w:val="%1)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>
    <w:nsid w:val="57B87A0D"/>
    <w:multiLevelType w:val="multilevel"/>
    <w:tmpl w:val="4F5A8C5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25">
    <w:nsid w:val="6B13135E"/>
    <w:multiLevelType w:val="hybridMultilevel"/>
    <w:tmpl w:val="4D3A141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>
    <w:nsid w:val="6C1E15D0"/>
    <w:multiLevelType w:val="multilevel"/>
    <w:tmpl w:val="6BAE61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7">
    <w:nsid w:val="71D42CFD"/>
    <w:multiLevelType w:val="hybridMultilevel"/>
    <w:tmpl w:val="61FA2E3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8">
    <w:nsid w:val="75C440EB"/>
    <w:multiLevelType w:val="hybridMultilevel"/>
    <w:tmpl w:val="E1B67D36"/>
    <w:lvl w:ilvl="0" w:tplc="D5107082">
      <w:start w:val="65535"/>
      <w:numFmt w:val="bullet"/>
      <w:lvlText w:val="-"/>
      <w:lvlJc w:val="left"/>
      <w:pPr>
        <w:tabs>
          <w:tab w:val="num" w:pos="360"/>
        </w:tabs>
        <w:ind w:left="36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6950E68"/>
    <w:multiLevelType w:val="multilevel"/>
    <w:tmpl w:val="B91C0B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4680" w:hanging="1440"/>
      </w:pPr>
      <w:rPr>
        <w:rFonts w:hint="default"/>
      </w:rPr>
    </w:lvl>
  </w:abstractNum>
  <w:abstractNum w:abstractNumId="30">
    <w:nsid w:val="779F514B"/>
    <w:multiLevelType w:val="hybridMultilevel"/>
    <w:tmpl w:val="CCEC051E"/>
    <w:lvl w:ilvl="0" w:tplc="D5107082">
      <w:start w:val="65535"/>
      <w:numFmt w:val="bullet"/>
      <w:lvlText w:val="-"/>
      <w:lvlJc w:val="left"/>
      <w:pPr>
        <w:tabs>
          <w:tab w:val="num" w:pos="360"/>
        </w:tabs>
        <w:ind w:left="36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9086A8A"/>
    <w:multiLevelType w:val="multilevel"/>
    <w:tmpl w:val="6BAE61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2">
    <w:nsid w:val="7B34466E"/>
    <w:multiLevelType w:val="hybridMultilevel"/>
    <w:tmpl w:val="6B529B78"/>
    <w:lvl w:ilvl="0" w:tplc="53D2014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BE01241"/>
    <w:multiLevelType w:val="multilevel"/>
    <w:tmpl w:val="6BAE61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4">
    <w:nsid w:val="7C911850"/>
    <w:multiLevelType w:val="hybridMultilevel"/>
    <w:tmpl w:val="21400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1B1593"/>
    <w:multiLevelType w:val="hybridMultilevel"/>
    <w:tmpl w:val="1C66B3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11"/>
    <w:lvlOverride w:ilvl="0">
      <w:startOverride w:val="1"/>
    </w:lvlOverride>
  </w:num>
  <w:num w:numId="3">
    <w:abstractNumId w:val="35"/>
  </w:num>
  <w:num w:numId="4">
    <w:abstractNumId w:val="25"/>
  </w:num>
  <w:num w:numId="5">
    <w:abstractNumId w:val="27"/>
  </w:num>
  <w:num w:numId="6">
    <w:abstractNumId w:val="12"/>
  </w:num>
  <w:num w:numId="7">
    <w:abstractNumId w:val="21"/>
  </w:num>
  <w:num w:numId="8">
    <w:abstractNumId w:val="4"/>
  </w:num>
  <w:num w:numId="9">
    <w:abstractNumId w:val="30"/>
  </w:num>
  <w:num w:numId="10">
    <w:abstractNumId w:val="9"/>
  </w:num>
  <w:num w:numId="11">
    <w:abstractNumId w:val="28"/>
  </w:num>
  <w:num w:numId="12">
    <w:abstractNumId w:val="5"/>
  </w:num>
  <w:num w:numId="13">
    <w:abstractNumId w:val="16"/>
  </w:num>
  <w:num w:numId="14">
    <w:abstractNumId w:val="1"/>
  </w:num>
  <w:num w:numId="15">
    <w:abstractNumId w:val="34"/>
  </w:num>
  <w:num w:numId="16">
    <w:abstractNumId w:val="22"/>
  </w:num>
  <w:num w:numId="17">
    <w:abstractNumId w:val="15"/>
  </w:num>
  <w:num w:numId="18">
    <w:abstractNumId w:val="33"/>
  </w:num>
  <w:num w:numId="19">
    <w:abstractNumId w:val="19"/>
  </w:num>
  <w:num w:numId="20">
    <w:abstractNumId w:val="18"/>
  </w:num>
  <w:num w:numId="21">
    <w:abstractNumId w:val="8"/>
  </w:num>
  <w:num w:numId="22">
    <w:abstractNumId w:val="23"/>
  </w:num>
  <w:num w:numId="23">
    <w:abstractNumId w:val="17"/>
  </w:num>
  <w:num w:numId="24">
    <w:abstractNumId w:val="24"/>
  </w:num>
  <w:num w:numId="25">
    <w:abstractNumId w:val="2"/>
  </w:num>
  <w:num w:numId="26">
    <w:abstractNumId w:val="26"/>
  </w:num>
  <w:num w:numId="27">
    <w:abstractNumId w:val="31"/>
  </w:num>
  <w:num w:numId="28">
    <w:abstractNumId w:val="3"/>
  </w:num>
  <w:num w:numId="29">
    <w:abstractNumId w:val="0"/>
  </w:num>
  <w:num w:numId="30">
    <w:abstractNumId w:val="20"/>
  </w:num>
  <w:num w:numId="31">
    <w:abstractNumId w:val="10"/>
  </w:num>
  <w:num w:numId="32">
    <w:abstractNumId w:val="14"/>
  </w:num>
  <w:num w:numId="33">
    <w:abstractNumId w:val="13"/>
  </w:num>
  <w:num w:numId="34">
    <w:abstractNumId w:val="6"/>
  </w:num>
  <w:num w:numId="35">
    <w:abstractNumId w:val="7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6D8D"/>
    <w:rsid w:val="00004288"/>
    <w:rsid w:val="00004678"/>
    <w:rsid w:val="000052C8"/>
    <w:rsid w:val="000053D3"/>
    <w:rsid w:val="00005E01"/>
    <w:rsid w:val="00007EA8"/>
    <w:rsid w:val="00011692"/>
    <w:rsid w:val="000116FB"/>
    <w:rsid w:val="000160C9"/>
    <w:rsid w:val="00017ACA"/>
    <w:rsid w:val="000207D4"/>
    <w:rsid w:val="00023AC5"/>
    <w:rsid w:val="0002465D"/>
    <w:rsid w:val="00025EDB"/>
    <w:rsid w:val="00030B07"/>
    <w:rsid w:val="00030CC5"/>
    <w:rsid w:val="00031328"/>
    <w:rsid w:val="000320C5"/>
    <w:rsid w:val="00032E8C"/>
    <w:rsid w:val="0003323A"/>
    <w:rsid w:val="000333DB"/>
    <w:rsid w:val="00034030"/>
    <w:rsid w:val="0003578C"/>
    <w:rsid w:val="00036286"/>
    <w:rsid w:val="00040631"/>
    <w:rsid w:val="00040689"/>
    <w:rsid w:val="00044228"/>
    <w:rsid w:val="00045C9E"/>
    <w:rsid w:val="00046B3B"/>
    <w:rsid w:val="00050CC4"/>
    <w:rsid w:val="00053B24"/>
    <w:rsid w:val="00053F1A"/>
    <w:rsid w:val="00055011"/>
    <w:rsid w:val="000570C7"/>
    <w:rsid w:val="0005723A"/>
    <w:rsid w:val="00060FD0"/>
    <w:rsid w:val="00062EB3"/>
    <w:rsid w:val="00063E5C"/>
    <w:rsid w:val="0006546A"/>
    <w:rsid w:val="000665EF"/>
    <w:rsid w:val="00067D0E"/>
    <w:rsid w:val="000735F1"/>
    <w:rsid w:val="000745B4"/>
    <w:rsid w:val="00075A8B"/>
    <w:rsid w:val="00075B70"/>
    <w:rsid w:val="00075FAD"/>
    <w:rsid w:val="00077150"/>
    <w:rsid w:val="00077527"/>
    <w:rsid w:val="00083E9D"/>
    <w:rsid w:val="0008537A"/>
    <w:rsid w:val="000863E3"/>
    <w:rsid w:val="00086406"/>
    <w:rsid w:val="00090C4A"/>
    <w:rsid w:val="0009235C"/>
    <w:rsid w:val="00095B6C"/>
    <w:rsid w:val="00096BDE"/>
    <w:rsid w:val="000A1E83"/>
    <w:rsid w:val="000A2180"/>
    <w:rsid w:val="000A622F"/>
    <w:rsid w:val="000A6360"/>
    <w:rsid w:val="000A6ED7"/>
    <w:rsid w:val="000B13D4"/>
    <w:rsid w:val="000B3F77"/>
    <w:rsid w:val="000B58DD"/>
    <w:rsid w:val="000B6CAE"/>
    <w:rsid w:val="000B7956"/>
    <w:rsid w:val="000B7E49"/>
    <w:rsid w:val="000C1B2B"/>
    <w:rsid w:val="000C2500"/>
    <w:rsid w:val="000C43EA"/>
    <w:rsid w:val="000C58AE"/>
    <w:rsid w:val="000D199A"/>
    <w:rsid w:val="000D3345"/>
    <w:rsid w:val="000D4D41"/>
    <w:rsid w:val="000D75D0"/>
    <w:rsid w:val="000E22CE"/>
    <w:rsid w:val="000E6CA8"/>
    <w:rsid w:val="000E73B6"/>
    <w:rsid w:val="000F26CE"/>
    <w:rsid w:val="000F2D34"/>
    <w:rsid w:val="000F379E"/>
    <w:rsid w:val="000F3A4B"/>
    <w:rsid w:val="001024E2"/>
    <w:rsid w:val="001037E3"/>
    <w:rsid w:val="00110FD3"/>
    <w:rsid w:val="00114EDC"/>
    <w:rsid w:val="00114F73"/>
    <w:rsid w:val="00115668"/>
    <w:rsid w:val="00115B90"/>
    <w:rsid w:val="0011794A"/>
    <w:rsid w:val="001202F4"/>
    <w:rsid w:val="001210B8"/>
    <w:rsid w:val="001217C4"/>
    <w:rsid w:val="00122B8A"/>
    <w:rsid w:val="00123635"/>
    <w:rsid w:val="001239B5"/>
    <w:rsid w:val="00130385"/>
    <w:rsid w:val="00131431"/>
    <w:rsid w:val="001403B7"/>
    <w:rsid w:val="00140F02"/>
    <w:rsid w:val="0014158C"/>
    <w:rsid w:val="00141E44"/>
    <w:rsid w:val="00142291"/>
    <w:rsid w:val="00143CBC"/>
    <w:rsid w:val="00143EED"/>
    <w:rsid w:val="00144A4B"/>
    <w:rsid w:val="001455DB"/>
    <w:rsid w:val="00145AA3"/>
    <w:rsid w:val="00146CE2"/>
    <w:rsid w:val="00146E7E"/>
    <w:rsid w:val="001473A1"/>
    <w:rsid w:val="0015381F"/>
    <w:rsid w:val="00153BE6"/>
    <w:rsid w:val="001553F7"/>
    <w:rsid w:val="001563A7"/>
    <w:rsid w:val="0015695C"/>
    <w:rsid w:val="00157734"/>
    <w:rsid w:val="00161370"/>
    <w:rsid w:val="001615D4"/>
    <w:rsid w:val="00161659"/>
    <w:rsid w:val="001622BA"/>
    <w:rsid w:val="001651B7"/>
    <w:rsid w:val="001662E7"/>
    <w:rsid w:val="00166D20"/>
    <w:rsid w:val="00167195"/>
    <w:rsid w:val="00167904"/>
    <w:rsid w:val="0017272B"/>
    <w:rsid w:val="00173159"/>
    <w:rsid w:val="001748B6"/>
    <w:rsid w:val="0018175A"/>
    <w:rsid w:val="00182137"/>
    <w:rsid w:val="00183B1E"/>
    <w:rsid w:val="00184266"/>
    <w:rsid w:val="00187B38"/>
    <w:rsid w:val="00191877"/>
    <w:rsid w:val="001946F7"/>
    <w:rsid w:val="00194959"/>
    <w:rsid w:val="0019743C"/>
    <w:rsid w:val="001A0951"/>
    <w:rsid w:val="001A1483"/>
    <w:rsid w:val="001A1706"/>
    <w:rsid w:val="001A1C6E"/>
    <w:rsid w:val="001A20DA"/>
    <w:rsid w:val="001A2ED7"/>
    <w:rsid w:val="001A4A67"/>
    <w:rsid w:val="001A5400"/>
    <w:rsid w:val="001B2D1B"/>
    <w:rsid w:val="001B390D"/>
    <w:rsid w:val="001C2796"/>
    <w:rsid w:val="001C2825"/>
    <w:rsid w:val="001C322D"/>
    <w:rsid w:val="001C3673"/>
    <w:rsid w:val="001C38EB"/>
    <w:rsid w:val="001D6609"/>
    <w:rsid w:val="001D7C1E"/>
    <w:rsid w:val="001E3D0D"/>
    <w:rsid w:val="001E4256"/>
    <w:rsid w:val="001E4F22"/>
    <w:rsid w:val="001E63DD"/>
    <w:rsid w:val="001E64A5"/>
    <w:rsid w:val="001F40A9"/>
    <w:rsid w:val="001F6552"/>
    <w:rsid w:val="002001B3"/>
    <w:rsid w:val="002014BB"/>
    <w:rsid w:val="0020306D"/>
    <w:rsid w:val="00204844"/>
    <w:rsid w:val="00204AD4"/>
    <w:rsid w:val="002138F5"/>
    <w:rsid w:val="00213A71"/>
    <w:rsid w:val="00214383"/>
    <w:rsid w:val="00214976"/>
    <w:rsid w:val="002155C4"/>
    <w:rsid w:val="0022176C"/>
    <w:rsid w:val="0022662D"/>
    <w:rsid w:val="002269B7"/>
    <w:rsid w:val="00230222"/>
    <w:rsid w:val="00232E0E"/>
    <w:rsid w:val="00234A71"/>
    <w:rsid w:val="00235DAC"/>
    <w:rsid w:val="002364B9"/>
    <w:rsid w:val="00236D50"/>
    <w:rsid w:val="002375AB"/>
    <w:rsid w:val="00237811"/>
    <w:rsid w:val="00240E2F"/>
    <w:rsid w:val="00241D77"/>
    <w:rsid w:val="0024282D"/>
    <w:rsid w:val="002461ED"/>
    <w:rsid w:val="002508B6"/>
    <w:rsid w:val="00251524"/>
    <w:rsid w:val="0025182B"/>
    <w:rsid w:val="00253BDC"/>
    <w:rsid w:val="00254155"/>
    <w:rsid w:val="0025494C"/>
    <w:rsid w:val="002553FC"/>
    <w:rsid w:val="0025596A"/>
    <w:rsid w:val="00255E18"/>
    <w:rsid w:val="0026270E"/>
    <w:rsid w:val="00263653"/>
    <w:rsid w:val="002647AE"/>
    <w:rsid w:val="002651F0"/>
    <w:rsid w:val="00265A77"/>
    <w:rsid w:val="0026665D"/>
    <w:rsid w:val="002675F9"/>
    <w:rsid w:val="00271F1A"/>
    <w:rsid w:val="00271F48"/>
    <w:rsid w:val="00272E2D"/>
    <w:rsid w:val="00274609"/>
    <w:rsid w:val="00275684"/>
    <w:rsid w:val="00277158"/>
    <w:rsid w:val="0027778F"/>
    <w:rsid w:val="0028094D"/>
    <w:rsid w:val="00283746"/>
    <w:rsid w:val="00283957"/>
    <w:rsid w:val="00283ED0"/>
    <w:rsid w:val="002865BF"/>
    <w:rsid w:val="00286E0C"/>
    <w:rsid w:val="002901AC"/>
    <w:rsid w:val="00291DD4"/>
    <w:rsid w:val="00291DEB"/>
    <w:rsid w:val="00295013"/>
    <w:rsid w:val="00296C87"/>
    <w:rsid w:val="002A0FA4"/>
    <w:rsid w:val="002A480C"/>
    <w:rsid w:val="002A5926"/>
    <w:rsid w:val="002A5A7B"/>
    <w:rsid w:val="002B03A1"/>
    <w:rsid w:val="002B4690"/>
    <w:rsid w:val="002B49E2"/>
    <w:rsid w:val="002B50EB"/>
    <w:rsid w:val="002B5845"/>
    <w:rsid w:val="002B6CF0"/>
    <w:rsid w:val="002B6F61"/>
    <w:rsid w:val="002B7286"/>
    <w:rsid w:val="002C125D"/>
    <w:rsid w:val="002C3137"/>
    <w:rsid w:val="002C4396"/>
    <w:rsid w:val="002C48AC"/>
    <w:rsid w:val="002C4DC6"/>
    <w:rsid w:val="002C748C"/>
    <w:rsid w:val="002D0245"/>
    <w:rsid w:val="002D0417"/>
    <w:rsid w:val="002D058E"/>
    <w:rsid w:val="002D08D7"/>
    <w:rsid w:val="002D3753"/>
    <w:rsid w:val="002D4A06"/>
    <w:rsid w:val="002D4FF5"/>
    <w:rsid w:val="002D71F4"/>
    <w:rsid w:val="002D7954"/>
    <w:rsid w:val="002D7CEC"/>
    <w:rsid w:val="002E0074"/>
    <w:rsid w:val="002E04E5"/>
    <w:rsid w:val="002E1950"/>
    <w:rsid w:val="002E26FF"/>
    <w:rsid w:val="002E41AE"/>
    <w:rsid w:val="002E50BA"/>
    <w:rsid w:val="002F04CC"/>
    <w:rsid w:val="002F1288"/>
    <w:rsid w:val="002F1832"/>
    <w:rsid w:val="002F2F08"/>
    <w:rsid w:val="002F5797"/>
    <w:rsid w:val="002F57B9"/>
    <w:rsid w:val="002F7261"/>
    <w:rsid w:val="00300063"/>
    <w:rsid w:val="00300F24"/>
    <w:rsid w:val="00301E10"/>
    <w:rsid w:val="00301F13"/>
    <w:rsid w:val="0030329C"/>
    <w:rsid w:val="00303B9F"/>
    <w:rsid w:val="0031085A"/>
    <w:rsid w:val="0031333A"/>
    <w:rsid w:val="00314169"/>
    <w:rsid w:val="003164DA"/>
    <w:rsid w:val="00320C0F"/>
    <w:rsid w:val="0032201C"/>
    <w:rsid w:val="00322244"/>
    <w:rsid w:val="00323EF4"/>
    <w:rsid w:val="003245E8"/>
    <w:rsid w:val="00332341"/>
    <w:rsid w:val="00333C00"/>
    <w:rsid w:val="00336F86"/>
    <w:rsid w:val="003416AE"/>
    <w:rsid w:val="00342026"/>
    <w:rsid w:val="003452F1"/>
    <w:rsid w:val="00346E64"/>
    <w:rsid w:val="003470D1"/>
    <w:rsid w:val="00351DB9"/>
    <w:rsid w:val="00352B24"/>
    <w:rsid w:val="003538ED"/>
    <w:rsid w:val="0035790A"/>
    <w:rsid w:val="00360667"/>
    <w:rsid w:val="003616E0"/>
    <w:rsid w:val="0036280B"/>
    <w:rsid w:val="00363E90"/>
    <w:rsid w:val="00366166"/>
    <w:rsid w:val="00366AB1"/>
    <w:rsid w:val="0037427D"/>
    <w:rsid w:val="00377A1A"/>
    <w:rsid w:val="00385250"/>
    <w:rsid w:val="003852A7"/>
    <w:rsid w:val="00385DC1"/>
    <w:rsid w:val="00390448"/>
    <w:rsid w:val="00392CD5"/>
    <w:rsid w:val="00395BD6"/>
    <w:rsid w:val="003A019F"/>
    <w:rsid w:val="003A1D40"/>
    <w:rsid w:val="003A21C7"/>
    <w:rsid w:val="003A3A9B"/>
    <w:rsid w:val="003A567F"/>
    <w:rsid w:val="003A7FE1"/>
    <w:rsid w:val="003B037A"/>
    <w:rsid w:val="003B0815"/>
    <w:rsid w:val="003B3289"/>
    <w:rsid w:val="003B6A16"/>
    <w:rsid w:val="003C14BB"/>
    <w:rsid w:val="003C17CC"/>
    <w:rsid w:val="003D00B7"/>
    <w:rsid w:val="003D2D82"/>
    <w:rsid w:val="003D4A94"/>
    <w:rsid w:val="003D7F3B"/>
    <w:rsid w:val="003E23BC"/>
    <w:rsid w:val="003E6F1D"/>
    <w:rsid w:val="003E7334"/>
    <w:rsid w:val="003F01BA"/>
    <w:rsid w:val="003F25A9"/>
    <w:rsid w:val="003F2D3E"/>
    <w:rsid w:val="003F4211"/>
    <w:rsid w:val="003F4D5D"/>
    <w:rsid w:val="003F740F"/>
    <w:rsid w:val="0040055B"/>
    <w:rsid w:val="00404F85"/>
    <w:rsid w:val="004078E4"/>
    <w:rsid w:val="00407DF4"/>
    <w:rsid w:val="00411D0D"/>
    <w:rsid w:val="004122D3"/>
    <w:rsid w:val="004136BC"/>
    <w:rsid w:val="004152EF"/>
    <w:rsid w:val="00415534"/>
    <w:rsid w:val="00415F34"/>
    <w:rsid w:val="004169BB"/>
    <w:rsid w:val="00420743"/>
    <w:rsid w:val="004213E1"/>
    <w:rsid w:val="00425A3E"/>
    <w:rsid w:val="004312D3"/>
    <w:rsid w:val="00433C8C"/>
    <w:rsid w:val="00434953"/>
    <w:rsid w:val="00434FF6"/>
    <w:rsid w:val="00440015"/>
    <w:rsid w:val="00447997"/>
    <w:rsid w:val="00450A26"/>
    <w:rsid w:val="00451155"/>
    <w:rsid w:val="004513E3"/>
    <w:rsid w:val="00454799"/>
    <w:rsid w:val="0045497B"/>
    <w:rsid w:val="004560A1"/>
    <w:rsid w:val="004602FF"/>
    <w:rsid w:val="004604BE"/>
    <w:rsid w:val="004614D8"/>
    <w:rsid w:val="00462469"/>
    <w:rsid w:val="00463356"/>
    <w:rsid w:val="00467F70"/>
    <w:rsid w:val="00470EAA"/>
    <w:rsid w:val="00477AB7"/>
    <w:rsid w:val="00477D50"/>
    <w:rsid w:val="0048042B"/>
    <w:rsid w:val="004807FF"/>
    <w:rsid w:val="00481416"/>
    <w:rsid w:val="0048168B"/>
    <w:rsid w:val="00481F77"/>
    <w:rsid w:val="00482AF4"/>
    <w:rsid w:val="00485308"/>
    <w:rsid w:val="00487F6F"/>
    <w:rsid w:val="0049068E"/>
    <w:rsid w:val="00493088"/>
    <w:rsid w:val="00494D60"/>
    <w:rsid w:val="00496AD6"/>
    <w:rsid w:val="0049705F"/>
    <w:rsid w:val="00497D12"/>
    <w:rsid w:val="004A0C55"/>
    <w:rsid w:val="004A258E"/>
    <w:rsid w:val="004A65F4"/>
    <w:rsid w:val="004A7FA5"/>
    <w:rsid w:val="004A7FF3"/>
    <w:rsid w:val="004B019D"/>
    <w:rsid w:val="004B051A"/>
    <w:rsid w:val="004B0BBB"/>
    <w:rsid w:val="004B1C82"/>
    <w:rsid w:val="004B32C3"/>
    <w:rsid w:val="004B61E1"/>
    <w:rsid w:val="004B62D3"/>
    <w:rsid w:val="004B783B"/>
    <w:rsid w:val="004C0868"/>
    <w:rsid w:val="004C098F"/>
    <w:rsid w:val="004C28DA"/>
    <w:rsid w:val="004C3113"/>
    <w:rsid w:val="004C3D27"/>
    <w:rsid w:val="004C4086"/>
    <w:rsid w:val="004C5B29"/>
    <w:rsid w:val="004C6A11"/>
    <w:rsid w:val="004C6B1C"/>
    <w:rsid w:val="004D1131"/>
    <w:rsid w:val="004D19B9"/>
    <w:rsid w:val="004D1F6D"/>
    <w:rsid w:val="004D32A7"/>
    <w:rsid w:val="004D33F9"/>
    <w:rsid w:val="004D4801"/>
    <w:rsid w:val="004D599B"/>
    <w:rsid w:val="004D5FD0"/>
    <w:rsid w:val="004D6958"/>
    <w:rsid w:val="004D7DF9"/>
    <w:rsid w:val="004E061C"/>
    <w:rsid w:val="004E0B24"/>
    <w:rsid w:val="004E12C5"/>
    <w:rsid w:val="004E130D"/>
    <w:rsid w:val="004E2277"/>
    <w:rsid w:val="004E2286"/>
    <w:rsid w:val="004E2D3A"/>
    <w:rsid w:val="004E2D9A"/>
    <w:rsid w:val="004E7F22"/>
    <w:rsid w:val="004F0B9B"/>
    <w:rsid w:val="004F2742"/>
    <w:rsid w:val="004F2DB4"/>
    <w:rsid w:val="004F4938"/>
    <w:rsid w:val="004F52DA"/>
    <w:rsid w:val="004F78C5"/>
    <w:rsid w:val="005048DC"/>
    <w:rsid w:val="00506B9C"/>
    <w:rsid w:val="00512DBD"/>
    <w:rsid w:val="00512F43"/>
    <w:rsid w:val="005134E5"/>
    <w:rsid w:val="005148EC"/>
    <w:rsid w:val="00515AA9"/>
    <w:rsid w:val="00515E3B"/>
    <w:rsid w:val="00516798"/>
    <w:rsid w:val="00520FE5"/>
    <w:rsid w:val="005245E7"/>
    <w:rsid w:val="0052626F"/>
    <w:rsid w:val="00526E87"/>
    <w:rsid w:val="005312AD"/>
    <w:rsid w:val="0053181E"/>
    <w:rsid w:val="00532A85"/>
    <w:rsid w:val="00535505"/>
    <w:rsid w:val="00536E2B"/>
    <w:rsid w:val="00540F81"/>
    <w:rsid w:val="005410A4"/>
    <w:rsid w:val="00542A0B"/>
    <w:rsid w:val="0055014B"/>
    <w:rsid w:val="0055153E"/>
    <w:rsid w:val="005536D7"/>
    <w:rsid w:val="005600CA"/>
    <w:rsid w:val="00562607"/>
    <w:rsid w:val="00562F5B"/>
    <w:rsid w:val="0056421B"/>
    <w:rsid w:val="0056450D"/>
    <w:rsid w:val="00564B37"/>
    <w:rsid w:val="00565192"/>
    <w:rsid w:val="00565504"/>
    <w:rsid w:val="00566658"/>
    <w:rsid w:val="00566799"/>
    <w:rsid w:val="005705A2"/>
    <w:rsid w:val="00571DEB"/>
    <w:rsid w:val="00571F0A"/>
    <w:rsid w:val="005738CA"/>
    <w:rsid w:val="005808F1"/>
    <w:rsid w:val="00580FEC"/>
    <w:rsid w:val="00581411"/>
    <w:rsid w:val="0058391C"/>
    <w:rsid w:val="00584B87"/>
    <w:rsid w:val="00586E2B"/>
    <w:rsid w:val="00587092"/>
    <w:rsid w:val="005871BC"/>
    <w:rsid w:val="00587371"/>
    <w:rsid w:val="0058770F"/>
    <w:rsid w:val="00594601"/>
    <w:rsid w:val="00594A8D"/>
    <w:rsid w:val="00595547"/>
    <w:rsid w:val="00596F35"/>
    <w:rsid w:val="00597434"/>
    <w:rsid w:val="005A033B"/>
    <w:rsid w:val="005A2D8C"/>
    <w:rsid w:val="005A487A"/>
    <w:rsid w:val="005A78DC"/>
    <w:rsid w:val="005A7913"/>
    <w:rsid w:val="005A7C25"/>
    <w:rsid w:val="005B076A"/>
    <w:rsid w:val="005B3F17"/>
    <w:rsid w:val="005B3F3A"/>
    <w:rsid w:val="005B51D3"/>
    <w:rsid w:val="005B5AF9"/>
    <w:rsid w:val="005B5FE5"/>
    <w:rsid w:val="005B6B56"/>
    <w:rsid w:val="005B7252"/>
    <w:rsid w:val="005C0A40"/>
    <w:rsid w:val="005C1C90"/>
    <w:rsid w:val="005C373B"/>
    <w:rsid w:val="005C70E1"/>
    <w:rsid w:val="005C7B2D"/>
    <w:rsid w:val="005D27FD"/>
    <w:rsid w:val="005D30C6"/>
    <w:rsid w:val="005D3250"/>
    <w:rsid w:val="005D4989"/>
    <w:rsid w:val="005D4DDB"/>
    <w:rsid w:val="005D71DC"/>
    <w:rsid w:val="005E0258"/>
    <w:rsid w:val="005E0F90"/>
    <w:rsid w:val="005E5A16"/>
    <w:rsid w:val="005E5F6E"/>
    <w:rsid w:val="005E7A4E"/>
    <w:rsid w:val="005F26F8"/>
    <w:rsid w:val="005F4E0A"/>
    <w:rsid w:val="005F5DF1"/>
    <w:rsid w:val="005F5ECF"/>
    <w:rsid w:val="005F68FC"/>
    <w:rsid w:val="00600F3B"/>
    <w:rsid w:val="0060327F"/>
    <w:rsid w:val="00603341"/>
    <w:rsid w:val="00603745"/>
    <w:rsid w:val="00605ED6"/>
    <w:rsid w:val="00610767"/>
    <w:rsid w:val="00611BF0"/>
    <w:rsid w:val="00611DF4"/>
    <w:rsid w:val="006127C9"/>
    <w:rsid w:val="00612E62"/>
    <w:rsid w:val="006156FF"/>
    <w:rsid w:val="006170D6"/>
    <w:rsid w:val="00621496"/>
    <w:rsid w:val="0062377D"/>
    <w:rsid w:val="00623B75"/>
    <w:rsid w:val="00625083"/>
    <w:rsid w:val="00625BF7"/>
    <w:rsid w:val="006261C5"/>
    <w:rsid w:val="0063189C"/>
    <w:rsid w:val="00633CEB"/>
    <w:rsid w:val="00637784"/>
    <w:rsid w:val="006402AA"/>
    <w:rsid w:val="00640780"/>
    <w:rsid w:val="00640CFC"/>
    <w:rsid w:val="00645A96"/>
    <w:rsid w:val="00651DC9"/>
    <w:rsid w:val="006522CD"/>
    <w:rsid w:val="00652D53"/>
    <w:rsid w:val="006547C5"/>
    <w:rsid w:val="00654AEA"/>
    <w:rsid w:val="0065544C"/>
    <w:rsid w:val="006561B2"/>
    <w:rsid w:val="00657D6F"/>
    <w:rsid w:val="00662DC6"/>
    <w:rsid w:val="006649DF"/>
    <w:rsid w:val="006673B5"/>
    <w:rsid w:val="0067107C"/>
    <w:rsid w:val="00673A9B"/>
    <w:rsid w:val="00674BF2"/>
    <w:rsid w:val="00675143"/>
    <w:rsid w:val="006779E3"/>
    <w:rsid w:val="00680669"/>
    <w:rsid w:val="00683FD4"/>
    <w:rsid w:val="00684771"/>
    <w:rsid w:val="00685D1D"/>
    <w:rsid w:val="006907AC"/>
    <w:rsid w:val="0069110A"/>
    <w:rsid w:val="00696335"/>
    <w:rsid w:val="00696942"/>
    <w:rsid w:val="00697369"/>
    <w:rsid w:val="0069758B"/>
    <w:rsid w:val="006A0AA4"/>
    <w:rsid w:val="006A0FFF"/>
    <w:rsid w:val="006A2BF0"/>
    <w:rsid w:val="006A4369"/>
    <w:rsid w:val="006A65A9"/>
    <w:rsid w:val="006B0342"/>
    <w:rsid w:val="006B3E94"/>
    <w:rsid w:val="006B5FBC"/>
    <w:rsid w:val="006B60DD"/>
    <w:rsid w:val="006B6ADF"/>
    <w:rsid w:val="006B7B74"/>
    <w:rsid w:val="006C0F0B"/>
    <w:rsid w:val="006C2295"/>
    <w:rsid w:val="006C4637"/>
    <w:rsid w:val="006C4D70"/>
    <w:rsid w:val="006D27DE"/>
    <w:rsid w:val="006D2D62"/>
    <w:rsid w:val="006D39B5"/>
    <w:rsid w:val="006D5DD2"/>
    <w:rsid w:val="006D7C2E"/>
    <w:rsid w:val="006E0050"/>
    <w:rsid w:val="006E1A5C"/>
    <w:rsid w:val="006E4349"/>
    <w:rsid w:val="006E56DE"/>
    <w:rsid w:val="006E72C5"/>
    <w:rsid w:val="006F1FCE"/>
    <w:rsid w:val="006F287E"/>
    <w:rsid w:val="006F3103"/>
    <w:rsid w:val="006F3DAC"/>
    <w:rsid w:val="006F7703"/>
    <w:rsid w:val="00701EFE"/>
    <w:rsid w:val="0070442A"/>
    <w:rsid w:val="00712B54"/>
    <w:rsid w:val="00716C4D"/>
    <w:rsid w:val="00717E68"/>
    <w:rsid w:val="00720BE0"/>
    <w:rsid w:val="007212B7"/>
    <w:rsid w:val="007255A7"/>
    <w:rsid w:val="00725CA4"/>
    <w:rsid w:val="00725E06"/>
    <w:rsid w:val="007273E4"/>
    <w:rsid w:val="00734A19"/>
    <w:rsid w:val="00735681"/>
    <w:rsid w:val="007357CC"/>
    <w:rsid w:val="007370FB"/>
    <w:rsid w:val="007408A7"/>
    <w:rsid w:val="00741EE8"/>
    <w:rsid w:val="007446FA"/>
    <w:rsid w:val="00744F92"/>
    <w:rsid w:val="00746159"/>
    <w:rsid w:val="00746D8D"/>
    <w:rsid w:val="0074754C"/>
    <w:rsid w:val="00750013"/>
    <w:rsid w:val="00750640"/>
    <w:rsid w:val="00750F16"/>
    <w:rsid w:val="0075324D"/>
    <w:rsid w:val="00756D23"/>
    <w:rsid w:val="0076043C"/>
    <w:rsid w:val="00760440"/>
    <w:rsid w:val="00762D3C"/>
    <w:rsid w:val="0076621B"/>
    <w:rsid w:val="00766834"/>
    <w:rsid w:val="00767271"/>
    <w:rsid w:val="0076758B"/>
    <w:rsid w:val="00772C74"/>
    <w:rsid w:val="0077390A"/>
    <w:rsid w:val="007766C0"/>
    <w:rsid w:val="00776A32"/>
    <w:rsid w:val="00777521"/>
    <w:rsid w:val="00781C00"/>
    <w:rsid w:val="0078310E"/>
    <w:rsid w:val="00783EEC"/>
    <w:rsid w:val="00786950"/>
    <w:rsid w:val="007906A6"/>
    <w:rsid w:val="007949E0"/>
    <w:rsid w:val="00795A5E"/>
    <w:rsid w:val="007968D7"/>
    <w:rsid w:val="00797487"/>
    <w:rsid w:val="007A0801"/>
    <w:rsid w:val="007A08CD"/>
    <w:rsid w:val="007A1DE5"/>
    <w:rsid w:val="007A24E9"/>
    <w:rsid w:val="007A3477"/>
    <w:rsid w:val="007A5D01"/>
    <w:rsid w:val="007B0BC7"/>
    <w:rsid w:val="007B1616"/>
    <w:rsid w:val="007B165D"/>
    <w:rsid w:val="007B2011"/>
    <w:rsid w:val="007B22AF"/>
    <w:rsid w:val="007C34D1"/>
    <w:rsid w:val="007C3C56"/>
    <w:rsid w:val="007C4B52"/>
    <w:rsid w:val="007C5858"/>
    <w:rsid w:val="007C713C"/>
    <w:rsid w:val="007C7B99"/>
    <w:rsid w:val="007D4061"/>
    <w:rsid w:val="007D6345"/>
    <w:rsid w:val="007D64E8"/>
    <w:rsid w:val="007D7301"/>
    <w:rsid w:val="007E2A78"/>
    <w:rsid w:val="007E4592"/>
    <w:rsid w:val="007E55EF"/>
    <w:rsid w:val="007F041C"/>
    <w:rsid w:val="007F1BFE"/>
    <w:rsid w:val="007F5CCF"/>
    <w:rsid w:val="007F5FC0"/>
    <w:rsid w:val="007F62EF"/>
    <w:rsid w:val="007F64C1"/>
    <w:rsid w:val="007F7983"/>
    <w:rsid w:val="00802067"/>
    <w:rsid w:val="00802AC8"/>
    <w:rsid w:val="00802E73"/>
    <w:rsid w:val="00803D3A"/>
    <w:rsid w:val="00803F95"/>
    <w:rsid w:val="00810554"/>
    <w:rsid w:val="008106C4"/>
    <w:rsid w:val="0081206E"/>
    <w:rsid w:val="0081328C"/>
    <w:rsid w:val="00813943"/>
    <w:rsid w:val="008178C1"/>
    <w:rsid w:val="00817F00"/>
    <w:rsid w:val="008216D9"/>
    <w:rsid w:val="00823795"/>
    <w:rsid w:val="00830B90"/>
    <w:rsid w:val="00830C18"/>
    <w:rsid w:val="00833080"/>
    <w:rsid w:val="00834229"/>
    <w:rsid w:val="00834B18"/>
    <w:rsid w:val="00834F32"/>
    <w:rsid w:val="008356CF"/>
    <w:rsid w:val="008362F4"/>
    <w:rsid w:val="008448C7"/>
    <w:rsid w:val="00844B59"/>
    <w:rsid w:val="008458E4"/>
    <w:rsid w:val="00846421"/>
    <w:rsid w:val="00847180"/>
    <w:rsid w:val="00850D55"/>
    <w:rsid w:val="00850F5D"/>
    <w:rsid w:val="008523ED"/>
    <w:rsid w:val="00852CFF"/>
    <w:rsid w:val="008541C5"/>
    <w:rsid w:val="008542D0"/>
    <w:rsid w:val="00856512"/>
    <w:rsid w:val="00857F51"/>
    <w:rsid w:val="00864596"/>
    <w:rsid w:val="00865B18"/>
    <w:rsid w:val="00865D12"/>
    <w:rsid w:val="0086792F"/>
    <w:rsid w:val="00867AE2"/>
    <w:rsid w:val="008715A7"/>
    <w:rsid w:val="00872E37"/>
    <w:rsid w:val="00874975"/>
    <w:rsid w:val="00874E55"/>
    <w:rsid w:val="00875278"/>
    <w:rsid w:val="00875D98"/>
    <w:rsid w:val="00880933"/>
    <w:rsid w:val="0088365B"/>
    <w:rsid w:val="008863F4"/>
    <w:rsid w:val="00887D18"/>
    <w:rsid w:val="00891341"/>
    <w:rsid w:val="00894211"/>
    <w:rsid w:val="00894F1F"/>
    <w:rsid w:val="00895877"/>
    <w:rsid w:val="00895CCC"/>
    <w:rsid w:val="0089766E"/>
    <w:rsid w:val="00897BFC"/>
    <w:rsid w:val="00897F3A"/>
    <w:rsid w:val="008B0292"/>
    <w:rsid w:val="008B4AEA"/>
    <w:rsid w:val="008B60D4"/>
    <w:rsid w:val="008B662B"/>
    <w:rsid w:val="008C0CCF"/>
    <w:rsid w:val="008C1022"/>
    <w:rsid w:val="008C1BDA"/>
    <w:rsid w:val="008C3FB2"/>
    <w:rsid w:val="008C4BD3"/>
    <w:rsid w:val="008C559E"/>
    <w:rsid w:val="008C7ADE"/>
    <w:rsid w:val="008D0482"/>
    <w:rsid w:val="008D4B97"/>
    <w:rsid w:val="008D51FD"/>
    <w:rsid w:val="008E5558"/>
    <w:rsid w:val="008E57F2"/>
    <w:rsid w:val="008E64C4"/>
    <w:rsid w:val="008E7491"/>
    <w:rsid w:val="008F0858"/>
    <w:rsid w:val="008F19CC"/>
    <w:rsid w:val="008F28B2"/>
    <w:rsid w:val="008F29A2"/>
    <w:rsid w:val="008F30A9"/>
    <w:rsid w:val="008F3AAC"/>
    <w:rsid w:val="008F3B8A"/>
    <w:rsid w:val="008F3CEE"/>
    <w:rsid w:val="008F5137"/>
    <w:rsid w:val="008F614C"/>
    <w:rsid w:val="008F751D"/>
    <w:rsid w:val="008F75DC"/>
    <w:rsid w:val="00902750"/>
    <w:rsid w:val="00902861"/>
    <w:rsid w:val="00903024"/>
    <w:rsid w:val="009039C1"/>
    <w:rsid w:val="00905734"/>
    <w:rsid w:val="00910B6B"/>
    <w:rsid w:val="00912435"/>
    <w:rsid w:val="00912518"/>
    <w:rsid w:val="009171C5"/>
    <w:rsid w:val="0092124D"/>
    <w:rsid w:val="00923FE9"/>
    <w:rsid w:val="0092735D"/>
    <w:rsid w:val="00930554"/>
    <w:rsid w:val="0093084C"/>
    <w:rsid w:val="00931711"/>
    <w:rsid w:val="00933FE4"/>
    <w:rsid w:val="00935A0A"/>
    <w:rsid w:val="0093675B"/>
    <w:rsid w:val="009410E7"/>
    <w:rsid w:val="0094310E"/>
    <w:rsid w:val="009433D5"/>
    <w:rsid w:val="00947C63"/>
    <w:rsid w:val="00956D14"/>
    <w:rsid w:val="00960989"/>
    <w:rsid w:val="00961BB2"/>
    <w:rsid w:val="0096446B"/>
    <w:rsid w:val="00964A4D"/>
    <w:rsid w:val="0096501F"/>
    <w:rsid w:val="0096565A"/>
    <w:rsid w:val="00966776"/>
    <w:rsid w:val="00967626"/>
    <w:rsid w:val="0097256D"/>
    <w:rsid w:val="00973AE4"/>
    <w:rsid w:val="00973D71"/>
    <w:rsid w:val="00975377"/>
    <w:rsid w:val="0097657F"/>
    <w:rsid w:val="00977828"/>
    <w:rsid w:val="00980B87"/>
    <w:rsid w:val="0098528C"/>
    <w:rsid w:val="00991357"/>
    <w:rsid w:val="009950F6"/>
    <w:rsid w:val="0099582A"/>
    <w:rsid w:val="00995DC1"/>
    <w:rsid w:val="00995E58"/>
    <w:rsid w:val="00997F2D"/>
    <w:rsid w:val="009A04E2"/>
    <w:rsid w:val="009A0D9A"/>
    <w:rsid w:val="009A1243"/>
    <w:rsid w:val="009A59CB"/>
    <w:rsid w:val="009A6CAC"/>
    <w:rsid w:val="009B1AAC"/>
    <w:rsid w:val="009B30A1"/>
    <w:rsid w:val="009B45ED"/>
    <w:rsid w:val="009B5E28"/>
    <w:rsid w:val="009B72AD"/>
    <w:rsid w:val="009C09FD"/>
    <w:rsid w:val="009C35B3"/>
    <w:rsid w:val="009C3BB5"/>
    <w:rsid w:val="009C6AE1"/>
    <w:rsid w:val="009C7CD5"/>
    <w:rsid w:val="009D03A2"/>
    <w:rsid w:val="009D0EB3"/>
    <w:rsid w:val="009D4487"/>
    <w:rsid w:val="009D6374"/>
    <w:rsid w:val="009E0423"/>
    <w:rsid w:val="009E0E4A"/>
    <w:rsid w:val="009E120E"/>
    <w:rsid w:val="009E186C"/>
    <w:rsid w:val="009E2693"/>
    <w:rsid w:val="009E41BC"/>
    <w:rsid w:val="009E6E3A"/>
    <w:rsid w:val="009E79D0"/>
    <w:rsid w:val="009F015A"/>
    <w:rsid w:val="009F5C70"/>
    <w:rsid w:val="009F6115"/>
    <w:rsid w:val="009F65A8"/>
    <w:rsid w:val="00A02760"/>
    <w:rsid w:val="00A040AD"/>
    <w:rsid w:val="00A0411F"/>
    <w:rsid w:val="00A04C6C"/>
    <w:rsid w:val="00A06C08"/>
    <w:rsid w:val="00A07145"/>
    <w:rsid w:val="00A10C9E"/>
    <w:rsid w:val="00A11EEC"/>
    <w:rsid w:val="00A13D84"/>
    <w:rsid w:val="00A153B1"/>
    <w:rsid w:val="00A22286"/>
    <w:rsid w:val="00A262E1"/>
    <w:rsid w:val="00A265BE"/>
    <w:rsid w:val="00A30A51"/>
    <w:rsid w:val="00A32CC9"/>
    <w:rsid w:val="00A32E84"/>
    <w:rsid w:val="00A352E6"/>
    <w:rsid w:val="00A3553C"/>
    <w:rsid w:val="00A379D8"/>
    <w:rsid w:val="00A4089B"/>
    <w:rsid w:val="00A409DC"/>
    <w:rsid w:val="00A413BD"/>
    <w:rsid w:val="00A414AE"/>
    <w:rsid w:val="00A4338D"/>
    <w:rsid w:val="00A44AB7"/>
    <w:rsid w:val="00A458CB"/>
    <w:rsid w:val="00A5092F"/>
    <w:rsid w:val="00A51A76"/>
    <w:rsid w:val="00A52111"/>
    <w:rsid w:val="00A55A63"/>
    <w:rsid w:val="00A55EA9"/>
    <w:rsid w:val="00A579EA"/>
    <w:rsid w:val="00A57C00"/>
    <w:rsid w:val="00A607FA"/>
    <w:rsid w:val="00A622E5"/>
    <w:rsid w:val="00A66166"/>
    <w:rsid w:val="00A702B9"/>
    <w:rsid w:val="00A704F4"/>
    <w:rsid w:val="00A72A95"/>
    <w:rsid w:val="00A7314E"/>
    <w:rsid w:val="00A75339"/>
    <w:rsid w:val="00A822ED"/>
    <w:rsid w:val="00A8624D"/>
    <w:rsid w:val="00A8656D"/>
    <w:rsid w:val="00A86902"/>
    <w:rsid w:val="00A90410"/>
    <w:rsid w:val="00A91097"/>
    <w:rsid w:val="00A93BD1"/>
    <w:rsid w:val="00A962DD"/>
    <w:rsid w:val="00A9746F"/>
    <w:rsid w:val="00AA4335"/>
    <w:rsid w:val="00AA44FB"/>
    <w:rsid w:val="00AA516B"/>
    <w:rsid w:val="00AA670C"/>
    <w:rsid w:val="00AB16ED"/>
    <w:rsid w:val="00AB1EAB"/>
    <w:rsid w:val="00AB3067"/>
    <w:rsid w:val="00AB37A7"/>
    <w:rsid w:val="00AB3984"/>
    <w:rsid w:val="00AB693F"/>
    <w:rsid w:val="00AB6BE6"/>
    <w:rsid w:val="00AC074E"/>
    <w:rsid w:val="00AC0EFC"/>
    <w:rsid w:val="00AC0FED"/>
    <w:rsid w:val="00AC15E3"/>
    <w:rsid w:val="00AC4CFF"/>
    <w:rsid w:val="00AC4DE8"/>
    <w:rsid w:val="00AC62E7"/>
    <w:rsid w:val="00AC63E0"/>
    <w:rsid w:val="00AC6DA0"/>
    <w:rsid w:val="00AD0F0D"/>
    <w:rsid w:val="00AD235B"/>
    <w:rsid w:val="00AD2D25"/>
    <w:rsid w:val="00AD746D"/>
    <w:rsid w:val="00AD7B51"/>
    <w:rsid w:val="00AE1DCA"/>
    <w:rsid w:val="00AE2038"/>
    <w:rsid w:val="00AE39A3"/>
    <w:rsid w:val="00AE6930"/>
    <w:rsid w:val="00AE7F0C"/>
    <w:rsid w:val="00AF14F3"/>
    <w:rsid w:val="00AF21B5"/>
    <w:rsid w:val="00AF5C53"/>
    <w:rsid w:val="00AF60F7"/>
    <w:rsid w:val="00AF63BB"/>
    <w:rsid w:val="00AF6E04"/>
    <w:rsid w:val="00AF6FB8"/>
    <w:rsid w:val="00B02210"/>
    <w:rsid w:val="00B03092"/>
    <w:rsid w:val="00B059E8"/>
    <w:rsid w:val="00B067A7"/>
    <w:rsid w:val="00B069AB"/>
    <w:rsid w:val="00B06E27"/>
    <w:rsid w:val="00B07328"/>
    <w:rsid w:val="00B07357"/>
    <w:rsid w:val="00B10068"/>
    <w:rsid w:val="00B2188C"/>
    <w:rsid w:val="00B21A76"/>
    <w:rsid w:val="00B237F4"/>
    <w:rsid w:val="00B23BFF"/>
    <w:rsid w:val="00B242E5"/>
    <w:rsid w:val="00B27A45"/>
    <w:rsid w:val="00B3062E"/>
    <w:rsid w:val="00B30766"/>
    <w:rsid w:val="00B30AB9"/>
    <w:rsid w:val="00B32B6E"/>
    <w:rsid w:val="00B3434C"/>
    <w:rsid w:val="00B34A8D"/>
    <w:rsid w:val="00B355D4"/>
    <w:rsid w:val="00B360E0"/>
    <w:rsid w:val="00B403A3"/>
    <w:rsid w:val="00B41212"/>
    <w:rsid w:val="00B416A4"/>
    <w:rsid w:val="00B420A1"/>
    <w:rsid w:val="00B441F0"/>
    <w:rsid w:val="00B4554A"/>
    <w:rsid w:val="00B455A5"/>
    <w:rsid w:val="00B463D9"/>
    <w:rsid w:val="00B46624"/>
    <w:rsid w:val="00B474B0"/>
    <w:rsid w:val="00B52244"/>
    <w:rsid w:val="00B53558"/>
    <w:rsid w:val="00B5528A"/>
    <w:rsid w:val="00B6048F"/>
    <w:rsid w:val="00B60726"/>
    <w:rsid w:val="00B6079F"/>
    <w:rsid w:val="00B60B2F"/>
    <w:rsid w:val="00B63C35"/>
    <w:rsid w:val="00B72205"/>
    <w:rsid w:val="00B73566"/>
    <w:rsid w:val="00B742A3"/>
    <w:rsid w:val="00B75B67"/>
    <w:rsid w:val="00B75DD4"/>
    <w:rsid w:val="00B764B2"/>
    <w:rsid w:val="00B778CA"/>
    <w:rsid w:val="00B8048D"/>
    <w:rsid w:val="00B80AA3"/>
    <w:rsid w:val="00B80AFE"/>
    <w:rsid w:val="00B8330C"/>
    <w:rsid w:val="00B84126"/>
    <w:rsid w:val="00B84F01"/>
    <w:rsid w:val="00B85638"/>
    <w:rsid w:val="00B913A4"/>
    <w:rsid w:val="00B91764"/>
    <w:rsid w:val="00B91A41"/>
    <w:rsid w:val="00B931CE"/>
    <w:rsid w:val="00B9576A"/>
    <w:rsid w:val="00BA142E"/>
    <w:rsid w:val="00BA3EC5"/>
    <w:rsid w:val="00BA590C"/>
    <w:rsid w:val="00BA68BB"/>
    <w:rsid w:val="00BB1443"/>
    <w:rsid w:val="00BB18BE"/>
    <w:rsid w:val="00BB1D0D"/>
    <w:rsid w:val="00BB5D80"/>
    <w:rsid w:val="00BB72D6"/>
    <w:rsid w:val="00BC09B9"/>
    <w:rsid w:val="00BC13A3"/>
    <w:rsid w:val="00BC1512"/>
    <w:rsid w:val="00BC383C"/>
    <w:rsid w:val="00BC6F73"/>
    <w:rsid w:val="00BD09A1"/>
    <w:rsid w:val="00BD262E"/>
    <w:rsid w:val="00BD7874"/>
    <w:rsid w:val="00BE1132"/>
    <w:rsid w:val="00BE1953"/>
    <w:rsid w:val="00BE1A59"/>
    <w:rsid w:val="00BE2F59"/>
    <w:rsid w:val="00BE36A9"/>
    <w:rsid w:val="00BE3CF0"/>
    <w:rsid w:val="00BF2AF0"/>
    <w:rsid w:val="00BF5267"/>
    <w:rsid w:val="00BF638C"/>
    <w:rsid w:val="00C00343"/>
    <w:rsid w:val="00C00BE2"/>
    <w:rsid w:val="00C02249"/>
    <w:rsid w:val="00C0473F"/>
    <w:rsid w:val="00C04ACC"/>
    <w:rsid w:val="00C05040"/>
    <w:rsid w:val="00C058B0"/>
    <w:rsid w:val="00C0706C"/>
    <w:rsid w:val="00C1280D"/>
    <w:rsid w:val="00C14426"/>
    <w:rsid w:val="00C171D3"/>
    <w:rsid w:val="00C17BBD"/>
    <w:rsid w:val="00C230F2"/>
    <w:rsid w:val="00C2407A"/>
    <w:rsid w:val="00C2465B"/>
    <w:rsid w:val="00C24EEE"/>
    <w:rsid w:val="00C3031A"/>
    <w:rsid w:val="00C30C96"/>
    <w:rsid w:val="00C311A2"/>
    <w:rsid w:val="00C32A85"/>
    <w:rsid w:val="00C37177"/>
    <w:rsid w:val="00C42098"/>
    <w:rsid w:val="00C42BD7"/>
    <w:rsid w:val="00C5020B"/>
    <w:rsid w:val="00C5216D"/>
    <w:rsid w:val="00C52A53"/>
    <w:rsid w:val="00C54346"/>
    <w:rsid w:val="00C54A61"/>
    <w:rsid w:val="00C55ABC"/>
    <w:rsid w:val="00C55B50"/>
    <w:rsid w:val="00C57B29"/>
    <w:rsid w:val="00C6030C"/>
    <w:rsid w:val="00C6082A"/>
    <w:rsid w:val="00C61241"/>
    <w:rsid w:val="00C61B5C"/>
    <w:rsid w:val="00C6406C"/>
    <w:rsid w:val="00C64F1F"/>
    <w:rsid w:val="00C64FED"/>
    <w:rsid w:val="00C65595"/>
    <w:rsid w:val="00C71CBF"/>
    <w:rsid w:val="00C72032"/>
    <w:rsid w:val="00C7224B"/>
    <w:rsid w:val="00C73E81"/>
    <w:rsid w:val="00C74569"/>
    <w:rsid w:val="00C76615"/>
    <w:rsid w:val="00C80867"/>
    <w:rsid w:val="00C817DC"/>
    <w:rsid w:val="00C8189D"/>
    <w:rsid w:val="00C82DDB"/>
    <w:rsid w:val="00C832C2"/>
    <w:rsid w:val="00C83A26"/>
    <w:rsid w:val="00C84067"/>
    <w:rsid w:val="00C84999"/>
    <w:rsid w:val="00C85534"/>
    <w:rsid w:val="00C855B7"/>
    <w:rsid w:val="00C87C73"/>
    <w:rsid w:val="00C91A19"/>
    <w:rsid w:val="00C920BA"/>
    <w:rsid w:val="00C94EC9"/>
    <w:rsid w:val="00C96433"/>
    <w:rsid w:val="00C9646F"/>
    <w:rsid w:val="00CA00D2"/>
    <w:rsid w:val="00CA047D"/>
    <w:rsid w:val="00CA177C"/>
    <w:rsid w:val="00CB47F5"/>
    <w:rsid w:val="00CB6E64"/>
    <w:rsid w:val="00CB7B79"/>
    <w:rsid w:val="00CC35AC"/>
    <w:rsid w:val="00CC6AAC"/>
    <w:rsid w:val="00CC6B5E"/>
    <w:rsid w:val="00CC7961"/>
    <w:rsid w:val="00CC7F0B"/>
    <w:rsid w:val="00CD0A8F"/>
    <w:rsid w:val="00CD2044"/>
    <w:rsid w:val="00CD2E8D"/>
    <w:rsid w:val="00CE3071"/>
    <w:rsid w:val="00CE4B93"/>
    <w:rsid w:val="00CE55A7"/>
    <w:rsid w:val="00CE63E9"/>
    <w:rsid w:val="00CE773C"/>
    <w:rsid w:val="00CF1894"/>
    <w:rsid w:val="00CF189B"/>
    <w:rsid w:val="00CF49A8"/>
    <w:rsid w:val="00CF4EAD"/>
    <w:rsid w:val="00CF5FD3"/>
    <w:rsid w:val="00CF6A9E"/>
    <w:rsid w:val="00CF77F1"/>
    <w:rsid w:val="00D02E12"/>
    <w:rsid w:val="00D03096"/>
    <w:rsid w:val="00D04372"/>
    <w:rsid w:val="00D04D6D"/>
    <w:rsid w:val="00D055B1"/>
    <w:rsid w:val="00D06625"/>
    <w:rsid w:val="00D06966"/>
    <w:rsid w:val="00D113C1"/>
    <w:rsid w:val="00D13FBB"/>
    <w:rsid w:val="00D14866"/>
    <w:rsid w:val="00D172D0"/>
    <w:rsid w:val="00D25B1F"/>
    <w:rsid w:val="00D30005"/>
    <w:rsid w:val="00D31160"/>
    <w:rsid w:val="00D31CFD"/>
    <w:rsid w:val="00D339C9"/>
    <w:rsid w:val="00D347B7"/>
    <w:rsid w:val="00D35187"/>
    <w:rsid w:val="00D37375"/>
    <w:rsid w:val="00D409A9"/>
    <w:rsid w:val="00D448E4"/>
    <w:rsid w:val="00D44FE9"/>
    <w:rsid w:val="00D45FC1"/>
    <w:rsid w:val="00D46283"/>
    <w:rsid w:val="00D47515"/>
    <w:rsid w:val="00D47E97"/>
    <w:rsid w:val="00D52B53"/>
    <w:rsid w:val="00D53FBD"/>
    <w:rsid w:val="00D57035"/>
    <w:rsid w:val="00D603F8"/>
    <w:rsid w:val="00D60E0A"/>
    <w:rsid w:val="00D6386D"/>
    <w:rsid w:val="00D65B14"/>
    <w:rsid w:val="00D66541"/>
    <w:rsid w:val="00D70E81"/>
    <w:rsid w:val="00D71C99"/>
    <w:rsid w:val="00D7330F"/>
    <w:rsid w:val="00D74A6C"/>
    <w:rsid w:val="00D7566A"/>
    <w:rsid w:val="00D8145B"/>
    <w:rsid w:val="00D84237"/>
    <w:rsid w:val="00D8478F"/>
    <w:rsid w:val="00D84E21"/>
    <w:rsid w:val="00D85A8F"/>
    <w:rsid w:val="00D92476"/>
    <w:rsid w:val="00D924C3"/>
    <w:rsid w:val="00D94DBD"/>
    <w:rsid w:val="00D97A22"/>
    <w:rsid w:val="00D97FE5"/>
    <w:rsid w:val="00DA40F6"/>
    <w:rsid w:val="00DA7B78"/>
    <w:rsid w:val="00DB30DE"/>
    <w:rsid w:val="00DB49EC"/>
    <w:rsid w:val="00DB4F73"/>
    <w:rsid w:val="00DB5DA7"/>
    <w:rsid w:val="00DC36BC"/>
    <w:rsid w:val="00DD250B"/>
    <w:rsid w:val="00DD49A4"/>
    <w:rsid w:val="00DD5526"/>
    <w:rsid w:val="00DD689A"/>
    <w:rsid w:val="00DD69B3"/>
    <w:rsid w:val="00DE5E73"/>
    <w:rsid w:val="00DE64E5"/>
    <w:rsid w:val="00DF212D"/>
    <w:rsid w:val="00DF6D59"/>
    <w:rsid w:val="00E068B2"/>
    <w:rsid w:val="00E06C15"/>
    <w:rsid w:val="00E06DEA"/>
    <w:rsid w:val="00E10606"/>
    <w:rsid w:val="00E10D62"/>
    <w:rsid w:val="00E11F5C"/>
    <w:rsid w:val="00E14831"/>
    <w:rsid w:val="00E153D0"/>
    <w:rsid w:val="00E16CF4"/>
    <w:rsid w:val="00E21A4C"/>
    <w:rsid w:val="00E22A31"/>
    <w:rsid w:val="00E22C28"/>
    <w:rsid w:val="00E26990"/>
    <w:rsid w:val="00E26E03"/>
    <w:rsid w:val="00E367AF"/>
    <w:rsid w:val="00E36C8E"/>
    <w:rsid w:val="00E40030"/>
    <w:rsid w:val="00E41A29"/>
    <w:rsid w:val="00E45BC4"/>
    <w:rsid w:val="00E5080C"/>
    <w:rsid w:val="00E52356"/>
    <w:rsid w:val="00E523DE"/>
    <w:rsid w:val="00E52981"/>
    <w:rsid w:val="00E542D9"/>
    <w:rsid w:val="00E546D6"/>
    <w:rsid w:val="00E5589A"/>
    <w:rsid w:val="00E56969"/>
    <w:rsid w:val="00E56DAB"/>
    <w:rsid w:val="00E6108E"/>
    <w:rsid w:val="00E628B6"/>
    <w:rsid w:val="00E65697"/>
    <w:rsid w:val="00E6574E"/>
    <w:rsid w:val="00E71CB4"/>
    <w:rsid w:val="00E7327A"/>
    <w:rsid w:val="00E835B1"/>
    <w:rsid w:val="00E85F08"/>
    <w:rsid w:val="00E91860"/>
    <w:rsid w:val="00E91A96"/>
    <w:rsid w:val="00E934D9"/>
    <w:rsid w:val="00E955F8"/>
    <w:rsid w:val="00E9654E"/>
    <w:rsid w:val="00E972D0"/>
    <w:rsid w:val="00EA00B2"/>
    <w:rsid w:val="00EA1F71"/>
    <w:rsid w:val="00EA7E98"/>
    <w:rsid w:val="00EB400D"/>
    <w:rsid w:val="00EB4758"/>
    <w:rsid w:val="00EB4925"/>
    <w:rsid w:val="00EB55BB"/>
    <w:rsid w:val="00EB55EC"/>
    <w:rsid w:val="00EC1743"/>
    <w:rsid w:val="00EC3EF7"/>
    <w:rsid w:val="00EC669A"/>
    <w:rsid w:val="00EC674C"/>
    <w:rsid w:val="00EC691A"/>
    <w:rsid w:val="00ED0242"/>
    <w:rsid w:val="00ED1541"/>
    <w:rsid w:val="00ED25B4"/>
    <w:rsid w:val="00ED3247"/>
    <w:rsid w:val="00ED5F0B"/>
    <w:rsid w:val="00ED6622"/>
    <w:rsid w:val="00EE1E0E"/>
    <w:rsid w:val="00EE4569"/>
    <w:rsid w:val="00EE501A"/>
    <w:rsid w:val="00EF0E19"/>
    <w:rsid w:val="00EF3EF9"/>
    <w:rsid w:val="00EF479D"/>
    <w:rsid w:val="00EF4E05"/>
    <w:rsid w:val="00EF54F5"/>
    <w:rsid w:val="00EF6018"/>
    <w:rsid w:val="00EF6037"/>
    <w:rsid w:val="00EF6832"/>
    <w:rsid w:val="00EF7694"/>
    <w:rsid w:val="00F007FD"/>
    <w:rsid w:val="00F013BC"/>
    <w:rsid w:val="00F022A0"/>
    <w:rsid w:val="00F0360F"/>
    <w:rsid w:val="00F04466"/>
    <w:rsid w:val="00F0581D"/>
    <w:rsid w:val="00F05B7B"/>
    <w:rsid w:val="00F068AF"/>
    <w:rsid w:val="00F07B63"/>
    <w:rsid w:val="00F07E93"/>
    <w:rsid w:val="00F1042D"/>
    <w:rsid w:val="00F11E2F"/>
    <w:rsid w:val="00F11F9F"/>
    <w:rsid w:val="00F12F25"/>
    <w:rsid w:val="00F13720"/>
    <w:rsid w:val="00F15D6E"/>
    <w:rsid w:val="00F214AA"/>
    <w:rsid w:val="00F23806"/>
    <w:rsid w:val="00F256C9"/>
    <w:rsid w:val="00F2579F"/>
    <w:rsid w:val="00F30E20"/>
    <w:rsid w:val="00F31937"/>
    <w:rsid w:val="00F32B18"/>
    <w:rsid w:val="00F33F5B"/>
    <w:rsid w:val="00F34AE3"/>
    <w:rsid w:val="00F35ED9"/>
    <w:rsid w:val="00F36441"/>
    <w:rsid w:val="00F37693"/>
    <w:rsid w:val="00F37A94"/>
    <w:rsid w:val="00F43D0F"/>
    <w:rsid w:val="00F446A7"/>
    <w:rsid w:val="00F45ECE"/>
    <w:rsid w:val="00F45FDB"/>
    <w:rsid w:val="00F46A9A"/>
    <w:rsid w:val="00F51BEB"/>
    <w:rsid w:val="00F55E64"/>
    <w:rsid w:val="00F56502"/>
    <w:rsid w:val="00F56E10"/>
    <w:rsid w:val="00F617D5"/>
    <w:rsid w:val="00F63578"/>
    <w:rsid w:val="00F64860"/>
    <w:rsid w:val="00F649EA"/>
    <w:rsid w:val="00F659E9"/>
    <w:rsid w:val="00F73AA5"/>
    <w:rsid w:val="00F829CA"/>
    <w:rsid w:val="00F83A80"/>
    <w:rsid w:val="00F844E0"/>
    <w:rsid w:val="00F85FBF"/>
    <w:rsid w:val="00F8793D"/>
    <w:rsid w:val="00F9046D"/>
    <w:rsid w:val="00F90F32"/>
    <w:rsid w:val="00F910F0"/>
    <w:rsid w:val="00F919FA"/>
    <w:rsid w:val="00F93665"/>
    <w:rsid w:val="00F9470C"/>
    <w:rsid w:val="00F96760"/>
    <w:rsid w:val="00F97528"/>
    <w:rsid w:val="00FA1D68"/>
    <w:rsid w:val="00FA27A7"/>
    <w:rsid w:val="00FA294D"/>
    <w:rsid w:val="00FA3F0F"/>
    <w:rsid w:val="00FA4761"/>
    <w:rsid w:val="00FA70CE"/>
    <w:rsid w:val="00FA7209"/>
    <w:rsid w:val="00FB27D3"/>
    <w:rsid w:val="00FB3C39"/>
    <w:rsid w:val="00FB4D0E"/>
    <w:rsid w:val="00FB6A30"/>
    <w:rsid w:val="00FB6F2D"/>
    <w:rsid w:val="00FC1C34"/>
    <w:rsid w:val="00FC33AB"/>
    <w:rsid w:val="00FC3F48"/>
    <w:rsid w:val="00FC5340"/>
    <w:rsid w:val="00FC5517"/>
    <w:rsid w:val="00FC56AB"/>
    <w:rsid w:val="00FD0807"/>
    <w:rsid w:val="00FD447C"/>
    <w:rsid w:val="00FE130B"/>
    <w:rsid w:val="00FE1C27"/>
    <w:rsid w:val="00FE2F97"/>
    <w:rsid w:val="00FE590D"/>
    <w:rsid w:val="00FF1210"/>
    <w:rsid w:val="00FF3162"/>
    <w:rsid w:val="00FF4936"/>
    <w:rsid w:val="00FF50A0"/>
    <w:rsid w:val="00FF5BA3"/>
    <w:rsid w:val="00FF6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120" w:after="120"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6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bCs/>
      <w:sz w:val="24"/>
      <w:u w:val="single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link w:val="a4"/>
    <w:pPr>
      <w:tabs>
        <w:tab w:val="center" w:pos="4153"/>
        <w:tab w:val="right" w:pos="8306"/>
      </w:tabs>
    </w:pPr>
  </w:style>
  <w:style w:type="paragraph" w:styleId="a5">
    <w:name w:val="Body Text First Indent"/>
    <w:basedOn w:val="a"/>
    <w:pPr>
      <w:ind w:firstLine="709"/>
      <w:jc w:val="both"/>
    </w:pPr>
    <w:rPr>
      <w:sz w:val="28"/>
    </w:rPr>
  </w:style>
  <w:style w:type="paragraph" w:customStyle="1" w:styleId="a6">
    <w:name w:val="Обычная строка"/>
    <w:basedOn w:val="a"/>
    <w:autoRedefine/>
    <w:pPr>
      <w:jc w:val="center"/>
    </w:pPr>
    <w:rPr>
      <w:b/>
      <w:sz w:val="32"/>
    </w:rPr>
  </w:style>
  <w:style w:type="character" w:styleId="a7">
    <w:name w:val="page number"/>
    <w:basedOn w:val="a0"/>
  </w:style>
  <w:style w:type="paragraph" w:styleId="a8">
    <w:name w:val="Body Text"/>
    <w:basedOn w:val="a"/>
    <w:pPr>
      <w:jc w:val="center"/>
    </w:pPr>
    <w:rPr>
      <w:b/>
    </w:rPr>
  </w:style>
  <w:style w:type="table" w:styleId="a9">
    <w:name w:val="Table Grid"/>
    <w:basedOn w:val="a1"/>
    <w:rsid w:val="007E2A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аголовок 1"/>
    <w:basedOn w:val="a"/>
    <w:next w:val="a"/>
    <w:rsid w:val="00C84999"/>
    <w:pPr>
      <w:keepNext/>
      <w:overflowPunct w:val="0"/>
      <w:autoSpaceDE w:val="0"/>
      <w:autoSpaceDN w:val="0"/>
      <w:adjustRightInd w:val="0"/>
      <w:jc w:val="center"/>
      <w:textAlignment w:val="baseline"/>
    </w:pPr>
    <w:rPr>
      <w:b/>
      <w:spacing w:val="40"/>
      <w:sz w:val="28"/>
    </w:rPr>
  </w:style>
  <w:style w:type="paragraph" w:styleId="aa">
    <w:name w:val="Body Text Indent"/>
    <w:basedOn w:val="a"/>
    <w:rsid w:val="00AC4CFF"/>
    <w:pPr>
      <w:spacing w:after="120"/>
      <w:ind w:left="360"/>
    </w:pPr>
  </w:style>
  <w:style w:type="paragraph" w:styleId="30">
    <w:name w:val="Body Text Indent 3"/>
    <w:basedOn w:val="a"/>
    <w:rsid w:val="00A13D84"/>
    <w:pPr>
      <w:spacing w:after="120"/>
      <w:ind w:left="283"/>
    </w:pPr>
    <w:rPr>
      <w:sz w:val="16"/>
      <w:szCs w:val="16"/>
    </w:rPr>
  </w:style>
  <w:style w:type="character" w:styleId="ab">
    <w:name w:val="Hyperlink"/>
    <w:rsid w:val="008542D0"/>
    <w:rPr>
      <w:color w:val="0000FF"/>
      <w:u w:val="single"/>
    </w:rPr>
  </w:style>
  <w:style w:type="paragraph" w:styleId="ac">
    <w:name w:val="Plain Text"/>
    <w:basedOn w:val="a"/>
    <w:rsid w:val="00BE3CF0"/>
    <w:rPr>
      <w:rFonts w:ascii="Courier New" w:hAnsi="Courier New"/>
    </w:rPr>
  </w:style>
  <w:style w:type="paragraph" w:customStyle="1" w:styleId="ConsPlusNonformat">
    <w:name w:val="ConsPlusNonformat"/>
    <w:rsid w:val="00C24EE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24E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rsid w:val="005D4DD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header"/>
    <w:basedOn w:val="a"/>
    <w:link w:val="ae"/>
    <w:uiPriority w:val="99"/>
    <w:rsid w:val="00FC5517"/>
    <w:pPr>
      <w:tabs>
        <w:tab w:val="center" w:pos="4677"/>
        <w:tab w:val="right" w:pos="9355"/>
      </w:tabs>
    </w:pPr>
  </w:style>
  <w:style w:type="character" w:customStyle="1" w:styleId="ConsPlusNormal0">
    <w:name w:val="ConsPlusNormal Знак"/>
    <w:link w:val="ConsPlusNormal"/>
    <w:rsid w:val="005871BC"/>
    <w:rPr>
      <w:rFonts w:ascii="Arial" w:hAnsi="Arial" w:cs="Arial"/>
      <w:lang w:val="ru-RU" w:eastAsia="ru-RU" w:bidi="ar-SA"/>
    </w:rPr>
  </w:style>
  <w:style w:type="paragraph" w:styleId="af">
    <w:name w:val="Balloon Text"/>
    <w:basedOn w:val="a"/>
    <w:semiHidden/>
    <w:rsid w:val="00874975"/>
    <w:rPr>
      <w:rFonts w:ascii="Tahoma" w:hAnsi="Tahoma" w:cs="Tahoma"/>
      <w:sz w:val="16"/>
      <w:szCs w:val="16"/>
    </w:rPr>
  </w:style>
  <w:style w:type="paragraph" w:customStyle="1" w:styleId="Normal">
    <w:name w:val="Normal"/>
    <w:rsid w:val="00C54346"/>
    <w:pPr>
      <w:widowControl w:val="0"/>
      <w:snapToGrid w:val="0"/>
      <w:jc w:val="right"/>
    </w:pPr>
    <w:rPr>
      <w:sz w:val="24"/>
    </w:rPr>
  </w:style>
  <w:style w:type="paragraph" w:customStyle="1" w:styleId="Style4">
    <w:name w:val="Style4"/>
    <w:basedOn w:val="a"/>
    <w:rsid w:val="00C5434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3">
    <w:name w:val="Font Style33"/>
    <w:rsid w:val="00C54346"/>
    <w:rPr>
      <w:rFonts w:ascii="Times New Roman" w:hAnsi="Times New Roman" w:cs="Times New Roman"/>
      <w:sz w:val="20"/>
      <w:szCs w:val="20"/>
    </w:rPr>
  </w:style>
  <w:style w:type="paragraph" w:customStyle="1" w:styleId="Style23">
    <w:name w:val="Style23"/>
    <w:basedOn w:val="a"/>
    <w:rsid w:val="00C54346"/>
    <w:pPr>
      <w:widowControl w:val="0"/>
      <w:autoSpaceDE w:val="0"/>
      <w:autoSpaceDN w:val="0"/>
      <w:adjustRightInd w:val="0"/>
      <w:spacing w:line="277" w:lineRule="exact"/>
      <w:jc w:val="both"/>
    </w:pPr>
    <w:rPr>
      <w:sz w:val="24"/>
      <w:szCs w:val="24"/>
    </w:rPr>
  </w:style>
  <w:style w:type="paragraph" w:customStyle="1" w:styleId="Style19">
    <w:name w:val="Style19"/>
    <w:basedOn w:val="a"/>
    <w:rsid w:val="00C54346"/>
    <w:pPr>
      <w:widowControl w:val="0"/>
      <w:autoSpaceDE w:val="0"/>
      <w:autoSpaceDN w:val="0"/>
      <w:adjustRightInd w:val="0"/>
      <w:spacing w:line="278" w:lineRule="exact"/>
      <w:jc w:val="right"/>
    </w:pPr>
    <w:rPr>
      <w:sz w:val="24"/>
      <w:szCs w:val="24"/>
    </w:rPr>
  </w:style>
  <w:style w:type="paragraph" w:customStyle="1" w:styleId="Style21">
    <w:name w:val="Style21"/>
    <w:basedOn w:val="a"/>
    <w:rsid w:val="00C54346"/>
    <w:pPr>
      <w:widowControl w:val="0"/>
      <w:autoSpaceDE w:val="0"/>
      <w:autoSpaceDN w:val="0"/>
      <w:adjustRightInd w:val="0"/>
      <w:spacing w:line="274" w:lineRule="exact"/>
      <w:jc w:val="center"/>
    </w:pPr>
    <w:rPr>
      <w:sz w:val="24"/>
      <w:szCs w:val="24"/>
    </w:rPr>
  </w:style>
  <w:style w:type="paragraph" w:styleId="af0">
    <w:name w:val="Normal (Web)"/>
    <w:basedOn w:val="a"/>
    <w:uiPriority w:val="99"/>
    <w:unhideWhenUsed/>
    <w:rsid w:val="00D35187"/>
    <w:pPr>
      <w:spacing w:before="100" w:beforeAutospacing="1" w:after="100" w:afterAutospacing="1"/>
      <w:jc w:val="both"/>
    </w:pPr>
    <w:rPr>
      <w:rFonts w:ascii="Arial" w:hAnsi="Arial" w:cs="Arial"/>
      <w:color w:val="000000"/>
      <w:sz w:val="13"/>
      <w:szCs w:val="13"/>
    </w:rPr>
  </w:style>
  <w:style w:type="paragraph" w:styleId="af1">
    <w:name w:val="List Paragraph"/>
    <w:basedOn w:val="a"/>
    <w:uiPriority w:val="34"/>
    <w:qFormat/>
    <w:rsid w:val="008B662B"/>
    <w:pPr>
      <w:ind w:left="708"/>
    </w:pPr>
  </w:style>
  <w:style w:type="paragraph" w:customStyle="1" w:styleId="BodyText2">
    <w:name w:val="Body Text 2"/>
    <w:basedOn w:val="a"/>
    <w:rsid w:val="009C3BB5"/>
    <w:rPr>
      <w:sz w:val="28"/>
    </w:rPr>
  </w:style>
  <w:style w:type="character" w:customStyle="1" w:styleId="ae">
    <w:name w:val="Верхний колонтитул Знак"/>
    <w:basedOn w:val="a0"/>
    <w:link w:val="ad"/>
    <w:uiPriority w:val="99"/>
    <w:rsid w:val="004C6B1C"/>
  </w:style>
  <w:style w:type="paragraph" w:styleId="HTML">
    <w:name w:val="HTML Preformatted"/>
    <w:basedOn w:val="a"/>
    <w:link w:val="HTML0"/>
    <w:uiPriority w:val="99"/>
    <w:unhideWhenUsed/>
    <w:rsid w:val="00D148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D14866"/>
    <w:rPr>
      <w:rFonts w:ascii="Courier New" w:hAnsi="Courier New" w:cs="Courier New"/>
    </w:rPr>
  </w:style>
  <w:style w:type="character" w:customStyle="1" w:styleId="a4">
    <w:name w:val="Нижний колонтитул Знак"/>
    <w:basedOn w:val="a0"/>
    <w:link w:val="a3"/>
    <w:rsid w:val="001538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5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41;&#1083;&#1072;&#1085;&#1082;%20&#1059;&#1043;&#1055;&#1057;%20&#1059;&#1042;&#104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УГПС УВД</Template>
  <TotalTime>0</TotalTime>
  <Pages>3</Pages>
  <Words>784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УГПС УВД</vt:lpstr>
    </vt:vector>
  </TitlesOfParts>
  <Company>Противопожарная Служба УВД</Company>
  <LinksUpToDate>false</LinksUpToDate>
  <CharactersWithSpaces>5248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УГПС УВД</dc:title>
  <dc:subject>Концелярия</dc:subject>
  <dc:creator>Наталья Бунчукова</dc:creator>
  <cp:lastModifiedBy>Саша</cp:lastModifiedBy>
  <cp:revision>2</cp:revision>
  <cp:lastPrinted>2012-02-09T00:22:00Z</cp:lastPrinted>
  <dcterms:created xsi:type="dcterms:W3CDTF">2016-09-20T04:59:00Z</dcterms:created>
  <dcterms:modified xsi:type="dcterms:W3CDTF">2016-09-20T04:59:00Z</dcterms:modified>
  <cp:category>Информационно-Аналитическая группа</cp:category>
</cp:coreProperties>
</file>